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BF635" w14:textId="2853CEE8" w:rsidR="00DC019D" w:rsidRPr="00771450" w:rsidRDefault="00FF6658" w:rsidP="00DF7494">
      <w:pPr>
        <w:rPr>
          <w:sz w:val="18"/>
          <w:szCs w:val="18"/>
        </w:rPr>
      </w:pPr>
      <w:r w:rsidRPr="00771450">
        <w:rPr>
          <w:sz w:val="18"/>
          <w:szCs w:val="18"/>
        </w:rPr>
        <w:t>(ciudad donde reside el proponente)</w:t>
      </w:r>
      <w:r w:rsidR="00474DB3" w:rsidRPr="00771450">
        <w:rPr>
          <w:sz w:val="18"/>
          <w:szCs w:val="18"/>
        </w:rPr>
        <w:t xml:space="preserve">, </w:t>
      </w:r>
      <w:r w:rsidR="00DC019D" w:rsidRPr="00771450">
        <w:rPr>
          <w:sz w:val="18"/>
          <w:szCs w:val="18"/>
        </w:rPr>
        <w:t xml:space="preserve"> </w:t>
      </w:r>
      <w:sdt>
        <w:sdtPr>
          <w:rPr>
            <w:sz w:val="18"/>
            <w:szCs w:val="18"/>
          </w:rPr>
          <w:alias w:val="Fecha"/>
          <w:tag w:val="Fecha"/>
          <w:id w:val="1526440368"/>
          <w:placeholder>
            <w:docPart w:val="DefaultPlaceholder_-1854013437"/>
          </w:placeholder>
          <w:date>
            <w:dateFormat w:val="d 'de' MMMM 'de' yyyy"/>
            <w:lid w:val="es-VE"/>
            <w:storeMappedDataAs w:val="dateTime"/>
            <w:calendar w:val="gregorian"/>
          </w:date>
        </w:sdtPr>
        <w:sdtEndPr/>
        <w:sdtContent>
          <w:r w:rsidR="00693B7B">
            <w:rPr>
              <w:sz w:val="18"/>
              <w:szCs w:val="18"/>
              <w:lang w:val="es-VE"/>
            </w:rPr>
            <w:t xml:space="preserve">14 de </w:t>
          </w:r>
          <w:r w:rsidR="00F70288">
            <w:rPr>
              <w:sz w:val="18"/>
              <w:szCs w:val="18"/>
              <w:lang w:val="es-VE"/>
            </w:rPr>
            <w:t>junio</w:t>
          </w:r>
          <w:r w:rsidR="00693B7B">
            <w:rPr>
              <w:sz w:val="18"/>
              <w:szCs w:val="18"/>
              <w:lang w:val="es-VE"/>
            </w:rPr>
            <w:t xml:space="preserve"> de 202</w:t>
          </w:r>
          <w:r w:rsidR="00F70288">
            <w:rPr>
              <w:sz w:val="18"/>
              <w:szCs w:val="18"/>
              <w:lang w:val="es-VE"/>
            </w:rPr>
            <w:t>4</w:t>
          </w:r>
        </w:sdtContent>
      </w:sdt>
      <w:r w:rsidR="00DC019D" w:rsidRPr="00771450">
        <w:rPr>
          <w:sz w:val="18"/>
          <w:szCs w:val="18"/>
        </w:rPr>
        <w:t xml:space="preserve"> </w:t>
      </w:r>
    </w:p>
    <w:p w14:paraId="49B291A1" w14:textId="77777777" w:rsidR="00DF7494" w:rsidRPr="00771450" w:rsidRDefault="00DF7494" w:rsidP="00DF7494">
      <w:pPr>
        <w:rPr>
          <w:sz w:val="18"/>
          <w:szCs w:val="18"/>
        </w:rPr>
      </w:pPr>
    </w:p>
    <w:p w14:paraId="71D12A4A" w14:textId="77777777" w:rsidR="00DC019D" w:rsidRPr="00771450" w:rsidRDefault="00DC019D" w:rsidP="00DC019D">
      <w:pPr>
        <w:rPr>
          <w:sz w:val="18"/>
          <w:szCs w:val="18"/>
        </w:rPr>
      </w:pPr>
      <w:r w:rsidRPr="00771450">
        <w:rPr>
          <w:sz w:val="18"/>
          <w:szCs w:val="18"/>
        </w:rPr>
        <w:t>Señores:</w:t>
      </w:r>
    </w:p>
    <w:p w14:paraId="00504D53" w14:textId="1025B2F1" w:rsidR="00DC019D" w:rsidRPr="00771450" w:rsidRDefault="00474DB3" w:rsidP="00DC019D">
      <w:pPr>
        <w:rPr>
          <w:sz w:val="18"/>
          <w:szCs w:val="18"/>
        </w:rPr>
      </w:pPr>
      <w:proofErr w:type="spellStart"/>
      <w:r w:rsidRPr="00771450">
        <w:rPr>
          <w:sz w:val="18"/>
          <w:szCs w:val="18"/>
        </w:rPr>
        <w:t>Save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the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Children</w:t>
      </w:r>
      <w:proofErr w:type="spellEnd"/>
      <w:r w:rsidRPr="00771450">
        <w:rPr>
          <w:sz w:val="18"/>
          <w:szCs w:val="18"/>
        </w:rPr>
        <w:t xml:space="preserve"> internacional </w:t>
      </w:r>
    </w:p>
    <w:p w14:paraId="23B3271F" w14:textId="66FCF78A" w:rsidR="00DC019D" w:rsidRPr="00771450" w:rsidRDefault="00BB689B" w:rsidP="00DC019D">
      <w:pPr>
        <w:rPr>
          <w:sz w:val="18"/>
          <w:szCs w:val="18"/>
        </w:rPr>
      </w:pPr>
      <w:r>
        <w:rPr>
          <w:sz w:val="18"/>
          <w:szCs w:val="18"/>
        </w:rPr>
        <w:t>El Salvador</w:t>
      </w:r>
    </w:p>
    <w:p w14:paraId="1517EF12" w14:textId="77777777" w:rsidR="00DC019D" w:rsidRPr="00771450" w:rsidRDefault="00DC019D" w:rsidP="00DC019D">
      <w:pPr>
        <w:rPr>
          <w:sz w:val="18"/>
          <w:szCs w:val="18"/>
        </w:rPr>
      </w:pPr>
    </w:p>
    <w:p w14:paraId="6E825EC6" w14:textId="77777777" w:rsidR="00DC019D" w:rsidRPr="00771450" w:rsidRDefault="00DC019D" w:rsidP="001A3088">
      <w:pPr>
        <w:ind w:left="1440" w:hanging="648"/>
        <w:rPr>
          <w:sz w:val="18"/>
          <w:szCs w:val="18"/>
        </w:rPr>
      </w:pPr>
      <w:r w:rsidRPr="00771450">
        <w:rPr>
          <w:sz w:val="18"/>
          <w:szCs w:val="18"/>
        </w:rPr>
        <w:t>Apreciados señores:</w:t>
      </w:r>
    </w:p>
    <w:p w14:paraId="1A0624D3" w14:textId="3C1513EF" w:rsidR="00DC019D" w:rsidRPr="00771450" w:rsidRDefault="00DC019D" w:rsidP="00DC019D">
      <w:pPr>
        <w:rPr>
          <w:sz w:val="18"/>
          <w:szCs w:val="18"/>
        </w:rPr>
      </w:pPr>
      <w:r w:rsidRPr="00771450">
        <w:rPr>
          <w:sz w:val="18"/>
          <w:szCs w:val="18"/>
        </w:rPr>
        <w:t xml:space="preserve">Mediante la presente hacemos constar que aceptamos de las Políticas de </w:t>
      </w:r>
      <w:proofErr w:type="spellStart"/>
      <w:r w:rsidRPr="00771450">
        <w:rPr>
          <w:sz w:val="18"/>
          <w:szCs w:val="18"/>
        </w:rPr>
        <w:t>Save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the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Children</w:t>
      </w:r>
      <w:proofErr w:type="spellEnd"/>
      <w:r w:rsidRPr="00771450">
        <w:rPr>
          <w:sz w:val="18"/>
          <w:szCs w:val="18"/>
        </w:rPr>
        <w:t xml:space="preserve"> </w:t>
      </w:r>
      <w:r w:rsidR="007A4DE3" w:rsidRPr="00771450">
        <w:rPr>
          <w:sz w:val="18"/>
          <w:szCs w:val="18"/>
        </w:rPr>
        <w:t xml:space="preserve">Internacional </w:t>
      </w:r>
      <w:r w:rsidRPr="00771450">
        <w:rPr>
          <w:sz w:val="18"/>
          <w:szCs w:val="18"/>
        </w:rPr>
        <w:t xml:space="preserve">comprendidas por:   </w:t>
      </w:r>
    </w:p>
    <w:p w14:paraId="62DD44BA" w14:textId="77777777" w:rsidR="00DC019D" w:rsidRPr="00771450" w:rsidRDefault="00DC019D" w:rsidP="00DC019D">
      <w:pPr>
        <w:rPr>
          <w:sz w:val="18"/>
          <w:szCs w:val="18"/>
        </w:rPr>
      </w:pPr>
      <w:r w:rsidRPr="00771450">
        <w:rPr>
          <w:sz w:val="18"/>
          <w:szCs w:val="18"/>
        </w:rPr>
        <w:t>- Política de Salvaguarda de la Niñez y su anexo;</w:t>
      </w:r>
    </w:p>
    <w:p w14:paraId="5DA27700" w14:textId="77777777" w:rsidR="00DC019D" w:rsidRPr="00771450" w:rsidRDefault="00DC019D" w:rsidP="00DC019D">
      <w:pPr>
        <w:rPr>
          <w:sz w:val="18"/>
          <w:szCs w:val="18"/>
        </w:rPr>
      </w:pPr>
      <w:r w:rsidRPr="00771450">
        <w:rPr>
          <w:sz w:val="18"/>
          <w:szCs w:val="18"/>
        </w:rPr>
        <w:t xml:space="preserve">- Política de </w:t>
      </w:r>
      <w:proofErr w:type="spellStart"/>
      <w:r w:rsidRPr="00771450">
        <w:rPr>
          <w:sz w:val="18"/>
          <w:szCs w:val="18"/>
        </w:rPr>
        <w:t>Save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the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Children</w:t>
      </w:r>
      <w:proofErr w:type="spellEnd"/>
      <w:r w:rsidRPr="00771450">
        <w:rPr>
          <w:sz w:val="18"/>
          <w:szCs w:val="18"/>
        </w:rPr>
        <w:t xml:space="preserve"> Contra el Fraude, Soborno y Corrupción;</w:t>
      </w:r>
    </w:p>
    <w:p w14:paraId="3CBC1643" w14:textId="43D0AE18" w:rsidR="00DC019D" w:rsidRPr="00771450" w:rsidRDefault="00DC019D" w:rsidP="00DC019D">
      <w:pPr>
        <w:rPr>
          <w:sz w:val="18"/>
          <w:szCs w:val="18"/>
        </w:rPr>
      </w:pPr>
      <w:r w:rsidRPr="00771450">
        <w:rPr>
          <w:sz w:val="18"/>
          <w:szCs w:val="18"/>
        </w:rPr>
        <w:t xml:space="preserve">- Política Global </w:t>
      </w:r>
      <w:proofErr w:type="spellStart"/>
      <w:r w:rsidRPr="00771450">
        <w:rPr>
          <w:sz w:val="18"/>
          <w:szCs w:val="18"/>
        </w:rPr>
        <w:t>Anti-acoso</w:t>
      </w:r>
      <w:proofErr w:type="spellEnd"/>
      <w:r w:rsidRPr="00771450">
        <w:rPr>
          <w:sz w:val="18"/>
          <w:szCs w:val="18"/>
        </w:rPr>
        <w:t>;</w:t>
      </w:r>
    </w:p>
    <w:p w14:paraId="16AEEB53" w14:textId="77777777" w:rsidR="00DC019D" w:rsidRPr="00771450" w:rsidRDefault="00DC019D" w:rsidP="00DC019D">
      <w:pPr>
        <w:rPr>
          <w:sz w:val="18"/>
          <w:szCs w:val="18"/>
        </w:rPr>
      </w:pPr>
      <w:r w:rsidRPr="00771450">
        <w:rPr>
          <w:sz w:val="18"/>
          <w:szCs w:val="18"/>
        </w:rPr>
        <w:t>- Código de Conducta;</w:t>
      </w:r>
    </w:p>
    <w:p w14:paraId="35A273E3" w14:textId="7A39B6A3" w:rsidR="00DC019D" w:rsidRPr="00771450" w:rsidRDefault="00DC019D" w:rsidP="00DC019D">
      <w:pPr>
        <w:rPr>
          <w:sz w:val="18"/>
          <w:szCs w:val="18"/>
        </w:rPr>
      </w:pPr>
      <w:r w:rsidRPr="00771450">
        <w:rPr>
          <w:sz w:val="18"/>
          <w:szCs w:val="18"/>
        </w:rPr>
        <w:t>- Política sobre la Trata de Personas y Esclavitud Moderna</w:t>
      </w:r>
      <w:r w:rsidR="00C55551" w:rsidRPr="00771450">
        <w:rPr>
          <w:sz w:val="18"/>
          <w:szCs w:val="18"/>
        </w:rPr>
        <w:t>;</w:t>
      </w:r>
    </w:p>
    <w:p w14:paraId="464A5469" w14:textId="715D26D6" w:rsidR="00C55551" w:rsidRDefault="00C55551" w:rsidP="00C55551">
      <w:pPr>
        <w:rPr>
          <w:sz w:val="18"/>
          <w:szCs w:val="18"/>
          <w:lang w:val="es-VE"/>
        </w:rPr>
      </w:pPr>
      <w:r w:rsidRPr="00771450">
        <w:rPr>
          <w:sz w:val="18"/>
          <w:szCs w:val="18"/>
        </w:rPr>
        <w:t>-</w:t>
      </w:r>
      <w:r w:rsidRPr="00771450">
        <w:rPr>
          <w:rFonts w:ascii="Gill Sans Infant MT" w:eastAsia="Times New Roman" w:hAnsi="Gill Sans Infant MT" w:cs="Arial"/>
          <w:color w:val="auto"/>
          <w:kern w:val="16"/>
          <w:sz w:val="18"/>
          <w:szCs w:val="18"/>
          <w:lang w:val="es-VE" w:eastAsia="zh-CN"/>
          <w14:ligatures w14:val="none"/>
        </w:rPr>
        <w:t xml:space="preserve"> </w:t>
      </w:r>
      <w:r w:rsidRPr="00771450">
        <w:rPr>
          <w:sz w:val="18"/>
          <w:szCs w:val="18"/>
          <w:lang w:val="es-VE"/>
        </w:rPr>
        <w:t>Código de conducta de adquisiciones (IAPG)</w:t>
      </w:r>
    </w:p>
    <w:p w14:paraId="3907FC42" w14:textId="770EF387" w:rsidR="00667EF9" w:rsidRDefault="00667EF9" w:rsidP="00C55551">
      <w:pPr>
        <w:rPr>
          <w:sz w:val="18"/>
          <w:szCs w:val="18"/>
          <w:lang w:val="es-VE"/>
        </w:rPr>
      </w:pPr>
      <w:r>
        <w:rPr>
          <w:sz w:val="18"/>
          <w:szCs w:val="18"/>
          <w:lang w:val="es-VE"/>
        </w:rPr>
        <w:t>-Política de desarrollo sostenible</w:t>
      </w:r>
    </w:p>
    <w:p w14:paraId="185FC9E4" w14:textId="6110C783" w:rsidR="00781130" w:rsidRPr="00771450" w:rsidRDefault="00781130" w:rsidP="00C55551">
      <w:pPr>
        <w:rPr>
          <w:sz w:val="18"/>
          <w:szCs w:val="18"/>
          <w:lang w:val="es-VE"/>
        </w:rPr>
      </w:pPr>
      <w:r>
        <w:rPr>
          <w:sz w:val="18"/>
          <w:szCs w:val="18"/>
          <w:lang w:val="es-VE"/>
        </w:rPr>
        <w:t>-</w:t>
      </w:r>
      <w:r w:rsidR="00887877">
        <w:rPr>
          <w:sz w:val="18"/>
          <w:szCs w:val="18"/>
          <w:lang w:val="es-VE"/>
        </w:rPr>
        <w:t xml:space="preserve"> Política de Trata de USAID</w:t>
      </w:r>
    </w:p>
    <w:p w14:paraId="3BFAF464" w14:textId="77777777" w:rsidR="00771450" w:rsidRDefault="00771450" w:rsidP="00DC019D">
      <w:pPr>
        <w:rPr>
          <w:sz w:val="18"/>
          <w:szCs w:val="18"/>
        </w:rPr>
      </w:pPr>
    </w:p>
    <w:p w14:paraId="3562C3EB" w14:textId="58D69ABC" w:rsidR="00DC019D" w:rsidRPr="00771450" w:rsidRDefault="00DC019D" w:rsidP="00DC019D">
      <w:pPr>
        <w:rPr>
          <w:sz w:val="18"/>
          <w:szCs w:val="18"/>
        </w:rPr>
      </w:pPr>
      <w:r w:rsidRPr="00771450">
        <w:rPr>
          <w:sz w:val="18"/>
          <w:szCs w:val="18"/>
        </w:rPr>
        <w:t>Sin otro particular al cual referirnos por el momento, nos suscribimos.</w:t>
      </w:r>
    </w:p>
    <w:p w14:paraId="6F25F633" w14:textId="77777777" w:rsidR="00DC019D" w:rsidRPr="00771450" w:rsidRDefault="00DC019D" w:rsidP="001738DE">
      <w:pPr>
        <w:ind w:left="0"/>
        <w:rPr>
          <w:sz w:val="18"/>
          <w:szCs w:val="18"/>
        </w:rPr>
      </w:pPr>
    </w:p>
    <w:p w14:paraId="1E63056E" w14:textId="77777777" w:rsidR="00DC019D" w:rsidRPr="00771450" w:rsidRDefault="00DC019D" w:rsidP="00DC019D">
      <w:pPr>
        <w:rPr>
          <w:sz w:val="18"/>
          <w:szCs w:val="18"/>
        </w:rPr>
      </w:pPr>
      <w:r w:rsidRPr="00771450">
        <w:rPr>
          <w:sz w:val="18"/>
          <w:szCs w:val="18"/>
        </w:rPr>
        <w:t>Cordialmente,</w:t>
      </w:r>
    </w:p>
    <w:p w14:paraId="57D40D06" w14:textId="77777777" w:rsidR="00DC019D" w:rsidRPr="00771450" w:rsidRDefault="00DC019D" w:rsidP="00DC019D">
      <w:pPr>
        <w:rPr>
          <w:sz w:val="18"/>
          <w:szCs w:val="18"/>
        </w:rPr>
      </w:pPr>
    </w:p>
    <w:p w14:paraId="7D0484A1" w14:textId="73E0770A" w:rsidR="00DC019D" w:rsidRPr="00771450" w:rsidRDefault="00C90BFD" w:rsidP="00DC019D">
      <w:pPr>
        <w:rPr>
          <w:sz w:val="18"/>
          <w:szCs w:val="18"/>
        </w:rPr>
      </w:pPr>
      <w:r w:rsidRPr="0077145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439F7D" wp14:editId="09978B8E">
                <wp:simplePos x="0" y="0"/>
                <wp:positionH relativeFrom="column">
                  <wp:posOffset>1352550</wp:posOffset>
                </wp:positionH>
                <wp:positionV relativeFrom="paragraph">
                  <wp:posOffset>134620</wp:posOffset>
                </wp:positionV>
                <wp:extent cx="2495550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9BDB0" id="Conector recto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5pt,10.6pt" to="303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" strokecolor="#1fb1e6 [3204]" strokeweight=".5pt">
                <v:stroke joinstyle="miter"/>
              </v:line>
            </w:pict>
          </mc:Fallback>
        </mc:AlternateContent>
      </w:r>
      <w:r w:rsidRPr="00771450">
        <w:rPr>
          <w:sz w:val="18"/>
          <w:szCs w:val="18"/>
        </w:rPr>
        <w:t xml:space="preserve">Firma: </w:t>
      </w:r>
    </w:p>
    <w:p w14:paraId="31611272" w14:textId="1304425F" w:rsidR="00DC019D" w:rsidRPr="00771450" w:rsidRDefault="00DC019D" w:rsidP="00DC019D">
      <w:pPr>
        <w:rPr>
          <w:sz w:val="18"/>
          <w:szCs w:val="18"/>
        </w:rPr>
      </w:pPr>
      <w:r w:rsidRPr="00771450">
        <w:rPr>
          <w:sz w:val="18"/>
          <w:szCs w:val="18"/>
        </w:rPr>
        <w:t>Nombre:</w:t>
      </w:r>
      <w:sdt>
        <w:sdtPr>
          <w:rPr>
            <w:sz w:val="18"/>
            <w:szCs w:val="18"/>
          </w:rPr>
          <w:alias w:val="Nombre"/>
          <w:tag w:val="Nombre"/>
          <w:id w:val="-1428267062"/>
          <w:placeholder>
            <w:docPart w:val="DefaultPlaceholder_-1854013440"/>
          </w:placeholder>
          <w:showingPlcHdr/>
          <w:text/>
        </w:sdtPr>
        <w:sdtEndPr/>
        <w:sdtContent>
          <w:r w:rsidRPr="00771450">
            <w:rPr>
              <w:rStyle w:val="Textodelmarcadordeposicin"/>
              <w:sz w:val="18"/>
              <w:szCs w:val="18"/>
            </w:rPr>
            <w:t>Haga clic o pulse aquí para escribir texto.</w:t>
          </w:r>
        </w:sdtContent>
      </w:sdt>
    </w:p>
    <w:p w14:paraId="0C959678" w14:textId="149819D0" w:rsidR="00226C2A" w:rsidRPr="00771450" w:rsidRDefault="00DC019D" w:rsidP="00180CB8">
      <w:pPr>
        <w:rPr>
          <w:sz w:val="18"/>
          <w:szCs w:val="18"/>
        </w:rPr>
      </w:pPr>
      <w:r w:rsidRPr="00771450">
        <w:rPr>
          <w:sz w:val="18"/>
          <w:szCs w:val="18"/>
        </w:rPr>
        <w:t xml:space="preserve">Cargo: </w:t>
      </w:r>
      <w:sdt>
        <w:sdtPr>
          <w:rPr>
            <w:sz w:val="18"/>
            <w:szCs w:val="18"/>
          </w:rPr>
          <w:alias w:val="Cargo"/>
          <w:tag w:val="Cargo"/>
          <w:id w:val="-169719724"/>
          <w:placeholder>
            <w:docPart w:val="DefaultPlaceholder_-1854013440"/>
          </w:placeholder>
          <w:showingPlcHdr/>
          <w:text/>
        </w:sdtPr>
        <w:sdtEndPr/>
        <w:sdtContent>
          <w:r w:rsidRPr="00771450">
            <w:rPr>
              <w:rStyle w:val="Textodelmarcadordeposicin"/>
              <w:sz w:val="18"/>
              <w:szCs w:val="18"/>
            </w:rPr>
            <w:t>Haga clic o pulse aquí para escribir texto.</w:t>
          </w:r>
        </w:sdtContent>
      </w:sdt>
    </w:p>
    <w:p w14:paraId="7E6F88D1" w14:textId="77777777" w:rsidR="00771450" w:rsidRDefault="00771450" w:rsidP="00DF7494">
      <w:pPr>
        <w:rPr>
          <w:sz w:val="18"/>
          <w:szCs w:val="18"/>
        </w:rPr>
      </w:pPr>
    </w:p>
    <w:p w14:paraId="2484E7F9" w14:textId="77777777" w:rsidR="00771450" w:rsidRDefault="00771450" w:rsidP="00DF7494">
      <w:pPr>
        <w:rPr>
          <w:sz w:val="18"/>
          <w:szCs w:val="18"/>
        </w:rPr>
      </w:pPr>
    </w:p>
    <w:p w14:paraId="119FFFBA" w14:textId="77777777" w:rsidR="00771450" w:rsidRDefault="00771450" w:rsidP="00DF7494">
      <w:pPr>
        <w:rPr>
          <w:sz w:val="18"/>
          <w:szCs w:val="18"/>
        </w:rPr>
      </w:pPr>
    </w:p>
    <w:p w14:paraId="34862749" w14:textId="77777777" w:rsidR="00771450" w:rsidRDefault="00771450" w:rsidP="00DF7494">
      <w:pPr>
        <w:rPr>
          <w:sz w:val="18"/>
          <w:szCs w:val="18"/>
        </w:rPr>
      </w:pPr>
    </w:p>
    <w:p w14:paraId="2E2B488C" w14:textId="77777777" w:rsidR="00B24906" w:rsidRDefault="00B24906" w:rsidP="00DF7494">
      <w:pPr>
        <w:rPr>
          <w:sz w:val="18"/>
          <w:szCs w:val="18"/>
        </w:rPr>
      </w:pPr>
    </w:p>
    <w:p w14:paraId="70FE1A28" w14:textId="2C13DE91" w:rsidR="00DF7494" w:rsidRPr="00F607FD" w:rsidRDefault="00DF7494" w:rsidP="00DF7494">
      <w:pPr>
        <w:rPr>
          <w:sz w:val="20"/>
          <w:szCs w:val="20"/>
        </w:rPr>
      </w:pPr>
      <w:r w:rsidRPr="00F607FD">
        <w:rPr>
          <w:sz w:val="20"/>
          <w:szCs w:val="20"/>
        </w:rPr>
        <w:t xml:space="preserve">(ciudad donde reside el proponente),  </w:t>
      </w:r>
      <w:sdt>
        <w:sdtPr>
          <w:rPr>
            <w:color w:val="auto"/>
            <w:kern w:val="0"/>
            <w:sz w:val="18"/>
            <w:szCs w:val="18"/>
            <w14:ligatures w14:val="none"/>
          </w:rPr>
          <w:alias w:val="Fecha"/>
          <w:tag w:val="Fecha"/>
          <w:id w:val="-1798209563"/>
          <w:placeholder>
            <w:docPart w:val="7A11DB8102094719A5E8DCC515943F30"/>
          </w:placeholder>
          <w:date>
            <w:dateFormat w:val="d 'de' MMMM 'de' yyyy"/>
            <w:lid w:val="es-VE"/>
            <w:storeMappedDataAs w:val="dateTime"/>
            <w:calendar w:val="gregorian"/>
          </w:date>
        </w:sdtPr>
        <w:sdtEndPr/>
        <w:sdtContent>
          <w:r w:rsidR="00693B7B" w:rsidRPr="00693B7B">
            <w:rPr>
              <w:color w:val="auto"/>
              <w:kern w:val="0"/>
              <w:sz w:val="18"/>
              <w:szCs w:val="18"/>
              <w14:ligatures w14:val="none"/>
            </w:rPr>
            <w:t xml:space="preserve">14 de </w:t>
          </w:r>
          <w:r w:rsidR="00F70288">
            <w:rPr>
              <w:color w:val="auto"/>
              <w:kern w:val="0"/>
              <w:sz w:val="18"/>
              <w:szCs w:val="18"/>
              <w14:ligatures w14:val="none"/>
            </w:rPr>
            <w:t>junio</w:t>
          </w:r>
          <w:r w:rsidR="00693B7B" w:rsidRPr="00693B7B">
            <w:rPr>
              <w:color w:val="auto"/>
              <w:kern w:val="0"/>
              <w:sz w:val="18"/>
              <w:szCs w:val="18"/>
              <w14:ligatures w14:val="none"/>
            </w:rPr>
            <w:t xml:space="preserve"> de 202</w:t>
          </w:r>
          <w:r w:rsidR="00F70288">
            <w:rPr>
              <w:color w:val="auto"/>
              <w:kern w:val="0"/>
              <w:sz w:val="18"/>
              <w:szCs w:val="18"/>
              <w14:ligatures w14:val="none"/>
            </w:rPr>
            <w:t>4</w:t>
          </w:r>
        </w:sdtContent>
      </w:sdt>
      <w:r w:rsidRPr="00F607FD">
        <w:rPr>
          <w:sz w:val="20"/>
          <w:szCs w:val="20"/>
        </w:rPr>
        <w:t xml:space="preserve"> </w:t>
      </w:r>
    </w:p>
    <w:p w14:paraId="6E8CF6AE" w14:textId="77777777" w:rsidR="00226C2A" w:rsidRPr="00F607FD" w:rsidRDefault="00226C2A" w:rsidP="00226C2A">
      <w:pPr>
        <w:pStyle w:val="Fecha"/>
        <w:rPr>
          <w:sz w:val="20"/>
          <w:szCs w:val="20"/>
          <w:lang w:val="es-VE"/>
        </w:rPr>
      </w:pPr>
    </w:p>
    <w:p w14:paraId="30E05B29" w14:textId="77777777" w:rsidR="00226C2A" w:rsidRPr="00F607FD" w:rsidRDefault="00226C2A" w:rsidP="00226C2A">
      <w:pPr>
        <w:pStyle w:val="Fecha"/>
        <w:rPr>
          <w:sz w:val="20"/>
          <w:szCs w:val="20"/>
          <w:lang w:val="es-VE"/>
        </w:rPr>
      </w:pPr>
      <w:r w:rsidRPr="00F607FD">
        <w:rPr>
          <w:sz w:val="20"/>
          <w:szCs w:val="20"/>
          <w:lang w:val="es-VE"/>
        </w:rPr>
        <w:t>Señores:</w:t>
      </w:r>
    </w:p>
    <w:p w14:paraId="2A1607BE" w14:textId="71FBC4A9" w:rsidR="00226C2A" w:rsidRPr="00F607FD" w:rsidRDefault="00F407D1" w:rsidP="00226C2A">
      <w:pPr>
        <w:pStyle w:val="Fecha"/>
        <w:rPr>
          <w:sz w:val="20"/>
          <w:szCs w:val="20"/>
          <w:lang w:val="es-VE"/>
        </w:rPr>
      </w:pPr>
      <w:r w:rsidRPr="00F607FD">
        <w:rPr>
          <w:sz w:val="20"/>
          <w:szCs w:val="20"/>
          <w:lang w:val="es-VE"/>
        </w:rPr>
        <w:t xml:space="preserve">SAVE THE CHILDREN INTERNACIONAL </w:t>
      </w:r>
    </w:p>
    <w:p w14:paraId="2A33C151" w14:textId="77777777" w:rsidR="00226C2A" w:rsidRPr="00F607FD" w:rsidRDefault="00226C2A" w:rsidP="00226C2A">
      <w:pPr>
        <w:pStyle w:val="Fecha"/>
        <w:rPr>
          <w:sz w:val="20"/>
          <w:szCs w:val="20"/>
        </w:rPr>
      </w:pPr>
      <w:r w:rsidRPr="00F607FD">
        <w:rPr>
          <w:sz w:val="20"/>
          <w:szCs w:val="20"/>
        </w:rPr>
        <w:t>Presente. -</w:t>
      </w:r>
    </w:p>
    <w:p w14:paraId="1E8C0A3C" w14:textId="77777777" w:rsidR="00226C2A" w:rsidRPr="00F607FD" w:rsidRDefault="00226C2A" w:rsidP="00226C2A">
      <w:pPr>
        <w:pStyle w:val="Fecha"/>
        <w:rPr>
          <w:sz w:val="20"/>
          <w:szCs w:val="20"/>
        </w:rPr>
      </w:pPr>
    </w:p>
    <w:p w14:paraId="7D71500C" w14:textId="77777777" w:rsidR="00226C2A" w:rsidRPr="00F607FD" w:rsidRDefault="00226C2A" w:rsidP="00226C2A">
      <w:pPr>
        <w:pStyle w:val="Fecha"/>
        <w:rPr>
          <w:sz w:val="20"/>
          <w:szCs w:val="20"/>
        </w:rPr>
      </w:pPr>
    </w:p>
    <w:p w14:paraId="49AFC36A" w14:textId="3BC4C3D6" w:rsidR="00F607FD" w:rsidRPr="00F607FD" w:rsidRDefault="00226C2A" w:rsidP="00F607FD">
      <w:pPr>
        <w:pStyle w:val="Fecha"/>
        <w:spacing w:after="240" w:line="360" w:lineRule="auto"/>
        <w:ind w:left="794" w:right="794"/>
        <w:contextualSpacing w:val="0"/>
        <w:jc w:val="both"/>
        <w:rPr>
          <w:sz w:val="20"/>
          <w:szCs w:val="20"/>
        </w:rPr>
      </w:pPr>
      <w:r w:rsidRPr="00F607FD">
        <w:rPr>
          <w:sz w:val="20"/>
          <w:szCs w:val="20"/>
        </w:rPr>
        <w:t xml:space="preserve">Yo, </w:t>
      </w:r>
      <w:sdt>
        <w:sdtPr>
          <w:rPr>
            <w:sz w:val="20"/>
            <w:szCs w:val="20"/>
          </w:rPr>
          <w:alias w:val="Nombre del Representante Legal"/>
          <w:tag w:val="Nombre del Representante Legal"/>
          <w:id w:val="-1937818275"/>
          <w:placeholder>
            <w:docPart w:val="D12B138A9E7144228F03180CC6B0F0A2"/>
          </w:placeholder>
          <w:showingPlcHdr/>
          <w:text/>
        </w:sdtPr>
        <w:sdtEndPr/>
        <w:sdtContent>
          <w:r w:rsidRPr="00F607FD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  <w:r w:rsidRPr="00F607FD">
        <w:rPr>
          <w:sz w:val="20"/>
          <w:szCs w:val="20"/>
        </w:rPr>
        <w:t xml:space="preserve">, </w:t>
      </w:r>
      <w:r w:rsidR="003459AF" w:rsidRPr="00F607FD">
        <w:rPr>
          <w:sz w:val="20"/>
          <w:szCs w:val="20"/>
        </w:rPr>
        <w:t>(nacionalidad)</w:t>
      </w:r>
      <w:r w:rsidRPr="00F607FD">
        <w:rPr>
          <w:sz w:val="20"/>
          <w:szCs w:val="20"/>
        </w:rPr>
        <w:t xml:space="preserve">, mayor de edad,  domiciliada en: </w:t>
      </w:r>
      <w:sdt>
        <w:sdtPr>
          <w:rPr>
            <w:sz w:val="20"/>
            <w:szCs w:val="20"/>
          </w:rPr>
          <w:alias w:val="Ciudad de Domicilio"/>
          <w:tag w:val="Ciudad de Domicilio"/>
          <w:id w:val="-1498112903"/>
          <w:placeholder>
            <w:docPart w:val="4AE2005BD0F3422FBFD97CD68AD099F1"/>
          </w:placeholder>
          <w:showingPlcHdr/>
          <w:text/>
        </w:sdtPr>
        <w:sdtEndPr/>
        <w:sdtContent>
          <w:r w:rsidRPr="00F607FD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  <w:r w:rsidRPr="00F607FD">
        <w:rPr>
          <w:sz w:val="20"/>
          <w:szCs w:val="20"/>
        </w:rPr>
        <w:t xml:space="preserve"> y titular de la cédula de identidad Nro. </w:t>
      </w:r>
      <w:sdt>
        <w:sdtPr>
          <w:rPr>
            <w:sz w:val="20"/>
            <w:szCs w:val="20"/>
          </w:rPr>
          <w:alias w:val="Cedula de Identidad"/>
          <w:tag w:val="Cedula de Identidad"/>
          <w:id w:val="-864827011"/>
          <w:placeholder>
            <w:docPart w:val="3CC4AC7D15AC42AB80055E98F68EBA5A"/>
          </w:placeholder>
          <w:showingPlcHdr/>
          <w:text/>
        </w:sdtPr>
        <w:sdtEndPr/>
        <w:sdtContent>
          <w:r w:rsidRPr="00F607FD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  <w:r w:rsidRPr="00F607FD">
        <w:rPr>
          <w:sz w:val="20"/>
          <w:szCs w:val="20"/>
        </w:rPr>
        <w:t xml:space="preserve"> , actuando en mi carácter de Representante Legal de </w:t>
      </w:r>
      <w:sdt>
        <w:sdtPr>
          <w:rPr>
            <w:sz w:val="20"/>
            <w:szCs w:val="20"/>
          </w:rPr>
          <w:alias w:val="Empresa u Organización"/>
          <w:tag w:val="Empresa u Organización"/>
          <w:id w:val="1780987304"/>
          <w:placeholder>
            <w:docPart w:val="267C47B3A0FD4630823A969D4D57E2F1"/>
          </w:placeholder>
          <w:showingPlcHdr/>
          <w:text/>
        </w:sdtPr>
        <w:sdtEndPr/>
        <w:sdtContent>
          <w:r w:rsidRPr="00F607FD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  <w:r w:rsidRPr="00F607FD">
        <w:rPr>
          <w:sz w:val="20"/>
          <w:szCs w:val="20"/>
        </w:rPr>
        <w:t xml:space="preserve">, constituida por </w:t>
      </w:r>
      <w:r w:rsidR="003459AF" w:rsidRPr="00F607FD">
        <w:rPr>
          <w:sz w:val="20"/>
          <w:szCs w:val="20"/>
        </w:rPr>
        <w:t>(documento de constitución</w:t>
      </w:r>
      <w:r w:rsidR="00196F52" w:rsidRPr="00F607FD">
        <w:rPr>
          <w:sz w:val="20"/>
          <w:szCs w:val="20"/>
        </w:rPr>
        <w:t xml:space="preserve"> con numero de referencia ) </w:t>
      </w:r>
      <w:sdt>
        <w:sdtPr>
          <w:rPr>
            <w:sz w:val="20"/>
            <w:szCs w:val="20"/>
          </w:rPr>
          <w:alias w:val="Registro Mercantil"/>
          <w:tag w:val="Ubicacion de Registro Mercantil"/>
          <w:id w:val="1868868617"/>
          <w:placeholder>
            <w:docPart w:val="1F1F2348B5994F5799478AEB45E2C4A1"/>
          </w:placeholder>
          <w:showingPlcHdr/>
          <w:text/>
        </w:sdtPr>
        <w:sdtEndPr/>
        <w:sdtContent>
          <w:r w:rsidRPr="00F607FD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  <w:r w:rsidRPr="00F607FD">
        <w:rPr>
          <w:sz w:val="20"/>
          <w:szCs w:val="20"/>
        </w:rPr>
        <w:t xml:space="preserve">, en fecha </w:t>
      </w:r>
      <w:sdt>
        <w:sdtPr>
          <w:rPr>
            <w:sz w:val="20"/>
            <w:szCs w:val="20"/>
          </w:rPr>
          <w:alias w:val="Fecha de Inscripción en el Registro"/>
          <w:tag w:val="Fecha de Inscripción en el Registro"/>
          <w:id w:val="1909958432"/>
          <w:placeholder>
            <w:docPart w:val="F279BA0CC1624BB0AE22F0B1EE8EBD5B"/>
          </w:placeholder>
          <w:showingPlcHdr/>
          <w:date>
            <w:dateFormat w:val="d 'de' MMMM 'de' yyyy"/>
            <w:lid w:val="es-VE"/>
            <w:storeMappedDataAs w:val="dateTime"/>
            <w:calendar w:val="gregorian"/>
          </w:date>
        </w:sdtPr>
        <w:sdtEndPr/>
        <w:sdtContent>
          <w:r w:rsidRPr="00F607FD">
            <w:rPr>
              <w:rStyle w:val="Textodelmarcadordeposicin"/>
              <w:sz w:val="20"/>
              <w:szCs w:val="20"/>
            </w:rPr>
            <w:t>Haga clic aquí o pulse para escribir una fecha.</w:t>
          </w:r>
        </w:sdtContent>
      </w:sdt>
      <w:r w:rsidRPr="00F607FD">
        <w:rPr>
          <w:sz w:val="20"/>
          <w:szCs w:val="20"/>
        </w:rPr>
        <w:t>, representación mía que consta de Acta de Junta Directiva Nro.</w:t>
      </w:r>
      <w:sdt>
        <w:sdtPr>
          <w:rPr>
            <w:sz w:val="20"/>
            <w:szCs w:val="20"/>
          </w:rPr>
          <w:id w:val="-1239476539"/>
          <w:placeholder>
            <w:docPart w:val="EB830234FA154E579FC1C6412E6FB6BC"/>
          </w:placeholder>
          <w:showingPlcHdr/>
          <w:text/>
        </w:sdtPr>
        <w:sdtEndPr/>
        <w:sdtContent>
          <w:r w:rsidRPr="00F607FD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  <w:r w:rsidRPr="00F607FD">
        <w:rPr>
          <w:sz w:val="20"/>
          <w:szCs w:val="20"/>
        </w:rPr>
        <w:t xml:space="preserve">, de fecha </w:t>
      </w:r>
      <w:sdt>
        <w:sdtPr>
          <w:rPr>
            <w:sz w:val="20"/>
            <w:szCs w:val="20"/>
          </w:rPr>
          <w:id w:val="-223151819"/>
          <w:placeholder>
            <w:docPart w:val="A0D4C00F6B694ABCB9B6EBCE6C2D5EA3"/>
          </w:placeholder>
          <w:showingPlcHdr/>
          <w:date>
            <w:dateFormat w:val="d 'de' MMMM 'de' yyyy"/>
            <w:lid w:val="es-VE"/>
            <w:storeMappedDataAs w:val="dateTime"/>
            <w:calendar w:val="gregorian"/>
          </w:date>
        </w:sdtPr>
        <w:sdtEndPr/>
        <w:sdtContent>
          <w:r w:rsidRPr="00F607FD">
            <w:rPr>
              <w:rStyle w:val="Textodelmarcadordeposicin"/>
              <w:sz w:val="20"/>
              <w:szCs w:val="20"/>
            </w:rPr>
            <w:t>Haga clic aquí o pulse para escribir una fecha.</w:t>
          </w:r>
        </w:sdtContent>
      </w:sdt>
      <w:r w:rsidRPr="00F607FD">
        <w:rPr>
          <w:sz w:val="20"/>
          <w:szCs w:val="20"/>
        </w:rPr>
        <w:t xml:space="preserve">, por medio de la presente y actuando en nombre de mi representada CONFIRMO que: </w:t>
      </w:r>
    </w:p>
    <w:p w14:paraId="77AFD39C" w14:textId="77777777" w:rsidR="00226C2A" w:rsidRPr="00F607FD" w:rsidRDefault="00226C2A" w:rsidP="00226C2A">
      <w:pPr>
        <w:pStyle w:val="Fecha"/>
        <w:spacing w:after="240" w:line="360" w:lineRule="auto"/>
        <w:ind w:left="794" w:right="794"/>
        <w:contextualSpacing w:val="0"/>
        <w:jc w:val="both"/>
        <w:rPr>
          <w:sz w:val="20"/>
          <w:szCs w:val="20"/>
        </w:rPr>
      </w:pPr>
      <w:r w:rsidRPr="00F607FD">
        <w:rPr>
          <w:sz w:val="20"/>
          <w:szCs w:val="20"/>
        </w:rPr>
        <w:t>1. Ni mi Representada ni ninguna de las empresas que ésta subcontrata regularmente, tienen problemas de solvencia económica o están siendo liquidadas, están bajo intervención judicial, han llegado a un acuerdo con los acreedores, han suspendido las actividades comerciales, son objeto de un procedimiento relacionado con dichos asuntos, o se encuentran bajo una situación análoga que surja de un procedimiento similar previsto en la legislación o reglamentación nacional;</w:t>
      </w:r>
    </w:p>
    <w:p w14:paraId="2F55F332" w14:textId="77777777" w:rsidR="00226C2A" w:rsidRPr="00F607FD" w:rsidRDefault="00226C2A" w:rsidP="00226C2A">
      <w:pPr>
        <w:pStyle w:val="Fecha"/>
        <w:spacing w:after="240" w:line="360" w:lineRule="auto"/>
        <w:ind w:left="794" w:right="794"/>
        <w:contextualSpacing w:val="0"/>
        <w:jc w:val="both"/>
        <w:rPr>
          <w:sz w:val="20"/>
          <w:szCs w:val="20"/>
        </w:rPr>
      </w:pPr>
      <w:r w:rsidRPr="00F607FD">
        <w:rPr>
          <w:sz w:val="20"/>
          <w:szCs w:val="20"/>
        </w:rPr>
        <w:t xml:space="preserve">2. Ni mi representada, ni alguna de las empresas a la que subcontrata regularmente ha sido condenada por fraude, corrupción, ha participado en una organización criminal o en cualquier delito de lavado de dinero, o cualquier ofensa relacionada con la conducta profesional, violaciones de la legislación laboral o legislación tributaria aplicable o cualquier otra actividad ilegal en juicio, en cualquier tribunal de justicia, ya sea nacional o internacional; </w:t>
      </w:r>
    </w:p>
    <w:p w14:paraId="0F5F91D2" w14:textId="77777777" w:rsidR="00226C2A" w:rsidRPr="00F607FD" w:rsidRDefault="00226C2A" w:rsidP="00226C2A">
      <w:pPr>
        <w:pStyle w:val="Fecha"/>
        <w:spacing w:after="240" w:line="360" w:lineRule="auto"/>
        <w:ind w:left="794" w:right="794"/>
        <w:contextualSpacing w:val="0"/>
        <w:jc w:val="both"/>
        <w:rPr>
          <w:sz w:val="20"/>
          <w:szCs w:val="20"/>
        </w:rPr>
      </w:pPr>
      <w:r w:rsidRPr="00F607FD">
        <w:rPr>
          <w:sz w:val="20"/>
          <w:szCs w:val="20"/>
        </w:rPr>
        <w:lastRenderedPageBreak/>
        <w:t>3. Ni mi representada, ni alguna de las empresas a la que subcontrata regularmente, han incumplido con sus obligaciones relacionadas con el pago de contribuciones a la Seguridad Social o el pago de impuestos de conformidad con las disposiciones legales del país pertinente en el que opera el proponente.</w:t>
      </w:r>
    </w:p>
    <w:p w14:paraId="6069D1CB" w14:textId="77777777" w:rsidR="00226C2A" w:rsidRPr="00F607FD" w:rsidRDefault="00226C2A" w:rsidP="00226C2A">
      <w:pPr>
        <w:rPr>
          <w:sz w:val="20"/>
          <w:szCs w:val="20"/>
        </w:rPr>
      </w:pPr>
      <w:r w:rsidRPr="00F607FD">
        <w:rPr>
          <w:sz w:val="20"/>
          <w:szCs w:val="20"/>
        </w:rPr>
        <w:t xml:space="preserve">Sin más que agregar, quedamos de Ustedes.  </w:t>
      </w:r>
    </w:p>
    <w:p w14:paraId="56A254E7" w14:textId="273EA56D" w:rsidR="00226C2A" w:rsidRPr="00F607FD" w:rsidRDefault="00226C2A" w:rsidP="00226C2A">
      <w:pPr>
        <w:rPr>
          <w:sz w:val="20"/>
          <w:szCs w:val="20"/>
        </w:rPr>
      </w:pPr>
      <w:r w:rsidRPr="00F607FD">
        <w:rPr>
          <w:sz w:val="20"/>
          <w:szCs w:val="20"/>
        </w:rPr>
        <w:t xml:space="preserve">La presente es expedida en la ciudad de </w:t>
      </w:r>
      <w:sdt>
        <w:sdtPr>
          <w:rPr>
            <w:sz w:val="20"/>
            <w:szCs w:val="20"/>
          </w:rPr>
          <w:id w:val="-301540983"/>
          <w:placeholder>
            <w:docPart w:val="B6803E1B5A5645898DD465703B1793D0"/>
          </w:placeholder>
          <w:text/>
        </w:sdtPr>
        <w:sdtEndPr/>
        <w:sdtContent>
          <w:r w:rsidR="000D4B02" w:rsidRPr="00F607FD">
            <w:rPr>
              <w:sz w:val="20"/>
              <w:szCs w:val="20"/>
            </w:rPr>
            <w:t>_________</w:t>
          </w:r>
        </w:sdtContent>
      </w:sdt>
      <w:r w:rsidRPr="00F607FD">
        <w:rPr>
          <w:sz w:val="20"/>
          <w:szCs w:val="20"/>
        </w:rPr>
        <w:t xml:space="preserve">, a los </w:t>
      </w:r>
      <w:sdt>
        <w:sdtPr>
          <w:rPr>
            <w:sz w:val="20"/>
            <w:szCs w:val="20"/>
          </w:rPr>
          <w:id w:val="2082800674"/>
          <w:placeholder>
            <w:docPart w:val="B6803E1B5A5645898DD465703B1793D0"/>
          </w:placeholder>
          <w:text/>
        </w:sdtPr>
        <w:sdtEndPr/>
        <w:sdtContent>
          <w:proofErr w:type="spellStart"/>
          <w:r w:rsidR="002E3940" w:rsidRPr="00F607FD">
            <w:rPr>
              <w:sz w:val="20"/>
              <w:szCs w:val="20"/>
            </w:rPr>
            <w:t>xx</w:t>
          </w:r>
          <w:proofErr w:type="spellEnd"/>
        </w:sdtContent>
      </w:sdt>
      <w:r w:rsidRPr="00F607FD">
        <w:rPr>
          <w:sz w:val="20"/>
          <w:szCs w:val="20"/>
        </w:rPr>
        <w:t xml:space="preserve"> (</w:t>
      </w:r>
      <w:proofErr w:type="spellStart"/>
      <w:sdt>
        <w:sdtPr>
          <w:rPr>
            <w:sz w:val="20"/>
            <w:szCs w:val="20"/>
          </w:rPr>
          <w:id w:val="483212263"/>
          <w:placeholder>
            <w:docPart w:val="B6803E1B5A5645898DD465703B1793D0"/>
          </w:placeholder>
          <w:text/>
        </w:sdtPr>
        <w:sdtEndPr/>
        <w:sdtContent>
          <w:r w:rsidR="002E3940" w:rsidRPr="00F607FD">
            <w:rPr>
              <w:sz w:val="20"/>
              <w:szCs w:val="20"/>
            </w:rPr>
            <w:t>xx</w:t>
          </w:r>
          <w:proofErr w:type="spellEnd"/>
        </w:sdtContent>
      </w:sdt>
      <w:r w:rsidRPr="00F607FD">
        <w:rPr>
          <w:sz w:val="20"/>
          <w:szCs w:val="20"/>
        </w:rPr>
        <w:t xml:space="preserve">) días del mes de </w:t>
      </w:r>
      <w:sdt>
        <w:sdtPr>
          <w:rPr>
            <w:sz w:val="20"/>
            <w:szCs w:val="20"/>
          </w:rPr>
          <w:id w:val="-322356264"/>
          <w:placeholder>
            <w:docPart w:val="B6803E1B5A5645898DD465703B1793D0"/>
          </w:placeholder>
          <w:text/>
        </w:sdtPr>
        <w:sdtEndPr/>
        <w:sdtContent>
          <w:proofErr w:type="spellStart"/>
          <w:r w:rsidR="002E3940" w:rsidRPr="00F607FD">
            <w:rPr>
              <w:sz w:val="20"/>
              <w:szCs w:val="20"/>
            </w:rPr>
            <w:t>xxx</w:t>
          </w:r>
          <w:proofErr w:type="spellEnd"/>
        </w:sdtContent>
      </w:sdt>
      <w:r w:rsidRPr="00F607FD">
        <w:rPr>
          <w:sz w:val="20"/>
          <w:szCs w:val="20"/>
        </w:rPr>
        <w:t xml:space="preserve"> del año </w:t>
      </w:r>
      <w:sdt>
        <w:sdtPr>
          <w:rPr>
            <w:sz w:val="20"/>
            <w:szCs w:val="20"/>
          </w:rPr>
          <w:id w:val="-556237012"/>
          <w:placeholder>
            <w:docPart w:val="D66477B8755945ABAF8840F073B05F8D"/>
          </w:placeholder>
          <w:date w:fullDate="2024-06-14T00:00:00Z">
            <w:dateFormat w:val="d/M/yyyy"/>
            <w:lid w:val="es-VE"/>
            <w:storeMappedDataAs w:val="dateTime"/>
            <w:calendar w:val="gregorian"/>
          </w:date>
        </w:sdtPr>
        <w:sdtEndPr/>
        <w:sdtContent>
          <w:r w:rsidR="006D6199">
            <w:rPr>
              <w:sz w:val="20"/>
              <w:szCs w:val="20"/>
              <w:lang w:val="es-VE"/>
            </w:rPr>
            <w:t>14/6/2024</w:t>
          </w:r>
        </w:sdtContent>
      </w:sdt>
      <w:r w:rsidRPr="00F607FD">
        <w:rPr>
          <w:sz w:val="20"/>
          <w:szCs w:val="20"/>
        </w:rPr>
        <w:t xml:space="preserve">. </w:t>
      </w:r>
    </w:p>
    <w:p w14:paraId="2C9FFAEF" w14:textId="77777777" w:rsidR="00226C2A" w:rsidRPr="00F607FD" w:rsidRDefault="00226C2A" w:rsidP="00226C2A">
      <w:pPr>
        <w:rPr>
          <w:sz w:val="20"/>
          <w:szCs w:val="20"/>
        </w:rPr>
      </w:pPr>
    </w:p>
    <w:p w14:paraId="106A7493" w14:textId="77777777" w:rsidR="00226C2A" w:rsidRPr="00F607FD" w:rsidRDefault="00226C2A" w:rsidP="00226C2A">
      <w:pPr>
        <w:rPr>
          <w:sz w:val="20"/>
          <w:szCs w:val="20"/>
        </w:rPr>
      </w:pPr>
      <w:r w:rsidRPr="00F607FD">
        <w:rPr>
          <w:sz w:val="20"/>
          <w:szCs w:val="20"/>
        </w:rPr>
        <w:t>ATTE.</w:t>
      </w:r>
    </w:p>
    <w:p w14:paraId="5F06E565" w14:textId="77777777" w:rsidR="00226C2A" w:rsidRPr="00F607FD" w:rsidRDefault="00226C2A" w:rsidP="00226C2A">
      <w:pPr>
        <w:rPr>
          <w:sz w:val="20"/>
          <w:szCs w:val="20"/>
        </w:rPr>
      </w:pPr>
    </w:p>
    <w:p w14:paraId="269B4429" w14:textId="77777777" w:rsidR="00226C2A" w:rsidRPr="00F607FD" w:rsidRDefault="00226C2A" w:rsidP="00226C2A">
      <w:pPr>
        <w:rPr>
          <w:sz w:val="20"/>
          <w:szCs w:val="20"/>
        </w:rPr>
      </w:pPr>
      <w:r w:rsidRPr="00F607FD">
        <w:rPr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DE5FC7F" wp14:editId="1B144451">
                <wp:simplePos x="0" y="0"/>
                <wp:positionH relativeFrom="column">
                  <wp:posOffset>1133475</wp:posOffset>
                </wp:positionH>
                <wp:positionV relativeFrom="paragraph">
                  <wp:posOffset>168910</wp:posOffset>
                </wp:positionV>
                <wp:extent cx="2667000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FFD9C" id="Conector recto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25pt,13.3pt" to="299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" strokecolor="#1fb1e6 [3204]" strokeweight=".5pt">
                <v:stroke joinstyle="miter"/>
              </v:line>
            </w:pict>
          </mc:Fallback>
        </mc:AlternateContent>
      </w:r>
      <w:r w:rsidRPr="00F607FD">
        <w:rPr>
          <w:sz w:val="20"/>
          <w:szCs w:val="20"/>
        </w:rPr>
        <w:t xml:space="preserve">FIRMA: </w:t>
      </w:r>
    </w:p>
    <w:p w14:paraId="2D92A506" w14:textId="77777777" w:rsidR="00226C2A" w:rsidRPr="00F607FD" w:rsidRDefault="00226C2A" w:rsidP="00226C2A">
      <w:pPr>
        <w:rPr>
          <w:sz w:val="20"/>
          <w:szCs w:val="20"/>
        </w:rPr>
      </w:pPr>
      <w:r w:rsidRPr="00F607FD">
        <w:rPr>
          <w:sz w:val="20"/>
          <w:szCs w:val="20"/>
        </w:rPr>
        <w:t xml:space="preserve">NOMBRE: </w:t>
      </w:r>
      <w:sdt>
        <w:sdtPr>
          <w:rPr>
            <w:sz w:val="20"/>
            <w:szCs w:val="20"/>
          </w:rPr>
          <w:alias w:val="NOMBRE"/>
          <w:tag w:val="NOMBRE"/>
          <w:id w:val="-1074664072"/>
          <w:placeholder>
            <w:docPart w:val="B6803E1B5A5645898DD465703B1793D0"/>
          </w:placeholder>
          <w:showingPlcHdr/>
          <w:text/>
        </w:sdtPr>
        <w:sdtEndPr/>
        <w:sdtContent>
          <w:r w:rsidRPr="00F607FD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</w:p>
    <w:p w14:paraId="6DD19FA2" w14:textId="77777777" w:rsidR="00226C2A" w:rsidRPr="00F607FD" w:rsidRDefault="00226C2A" w:rsidP="00226C2A">
      <w:pPr>
        <w:rPr>
          <w:sz w:val="20"/>
          <w:szCs w:val="20"/>
        </w:rPr>
      </w:pPr>
      <w:r w:rsidRPr="00F607FD">
        <w:rPr>
          <w:sz w:val="20"/>
          <w:szCs w:val="20"/>
        </w:rPr>
        <w:t>CARGO:</w:t>
      </w:r>
      <w:sdt>
        <w:sdtPr>
          <w:rPr>
            <w:sz w:val="20"/>
            <w:szCs w:val="20"/>
          </w:rPr>
          <w:alias w:val="CARGO"/>
          <w:tag w:val="CARGO"/>
          <w:id w:val="-1533033805"/>
          <w:placeholder>
            <w:docPart w:val="B6803E1B5A5645898DD465703B1793D0"/>
          </w:placeholder>
          <w:showingPlcHdr/>
          <w:text/>
        </w:sdtPr>
        <w:sdtEndPr/>
        <w:sdtContent>
          <w:r w:rsidRPr="00F607FD">
            <w:rPr>
              <w:rStyle w:val="Textodelmarcadordeposicin"/>
              <w:sz w:val="20"/>
              <w:szCs w:val="20"/>
            </w:rPr>
            <w:t>Haga clic o pulse aquí para escribir texto.</w:t>
          </w:r>
        </w:sdtContent>
      </w:sdt>
    </w:p>
    <w:p w14:paraId="118D2339" w14:textId="09E03907" w:rsidR="00226C2A" w:rsidRPr="00771450" w:rsidRDefault="00226C2A" w:rsidP="00DC019D">
      <w:pPr>
        <w:rPr>
          <w:sz w:val="18"/>
          <w:szCs w:val="18"/>
        </w:rPr>
      </w:pPr>
    </w:p>
    <w:p w14:paraId="79F878B0" w14:textId="4C3AEC27" w:rsidR="001738DE" w:rsidRPr="00771450" w:rsidRDefault="001738DE" w:rsidP="00DC019D">
      <w:pPr>
        <w:rPr>
          <w:sz w:val="18"/>
          <w:szCs w:val="18"/>
        </w:rPr>
      </w:pPr>
    </w:p>
    <w:p w14:paraId="0B826385" w14:textId="2430A682" w:rsidR="001738DE" w:rsidRPr="00771450" w:rsidRDefault="001738DE" w:rsidP="00DC019D">
      <w:pPr>
        <w:rPr>
          <w:sz w:val="18"/>
          <w:szCs w:val="18"/>
        </w:rPr>
      </w:pPr>
    </w:p>
    <w:p w14:paraId="79707DC0" w14:textId="6B951540" w:rsidR="001738DE" w:rsidRPr="00771450" w:rsidRDefault="001738DE" w:rsidP="00DC019D">
      <w:pPr>
        <w:rPr>
          <w:sz w:val="18"/>
          <w:szCs w:val="18"/>
        </w:rPr>
      </w:pPr>
    </w:p>
    <w:p w14:paraId="515D24AC" w14:textId="7D54AE07" w:rsidR="001738DE" w:rsidRPr="00771450" w:rsidRDefault="001738DE" w:rsidP="00DC019D">
      <w:pPr>
        <w:rPr>
          <w:sz w:val="18"/>
          <w:szCs w:val="18"/>
        </w:rPr>
      </w:pPr>
    </w:p>
    <w:p w14:paraId="34A530B0" w14:textId="4049AA60" w:rsidR="001738DE" w:rsidRPr="00771450" w:rsidRDefault="001738DE" w:rsidP="00DC019D">
      <w:pPr>
        <w:rPr>
          <w:sz w:val="18"/>
          <w:szCs w:val="18"/>
        </w:rPr>
      </w:pPr>
    </w:p>
    <w:p w14:paraId="651A07EE" w14:textId="32AF143F" w:rsidR="001738DE" w:rsidRPr="00771450" w:rsidRDefault="001738DE" w:rsidP="00DC019D">
      <w:pPr>
        <w:rPr>
          <w:sz w:val="18"/>
          <w:szCs w:val="18"/>
        </w:rPr>
      </w:pPr>
    </w:p>
    <w:p w14:paraId="01A8861D" w14:textId="392DB61E" w:rsidR="001738DE" w:rsidRPr="00771450" w:rsidRDefault="001738DE" w:rsidP="00DC019D">
      <w:pPr>
        <w:rPr>
          <w:sz w:val="18"/>
          <w:szCs w:val="18"/>
        </w:rPr>
      </w:pPr>
    </w:p>
    <w:p w14:paraId="29B05D7D" w14:textId="78749615" w:rsidR="001738DE" w:rsidRDefault="001738DE" w:rsidP="00DC019D">
      <w:pPr>
        <w:rPr>
          <w:sz w:val="18"/>
          <w:szCs w:val="18"/>
        </w:rPr>
      </w:pPr>
    </w:p>
    <w:p w14:paraId="2BAE8B2E" w14:textId="621E3EBF" w:rsidR="00F607FD" w:rsidRDefault="00F607FD" w:rsidP="00DC019D">
      <w:pPr>
        <w:rPr>
          <w:sz w:val="18"/>
          <w:szCs w:val="18"/>
        </w:rPr>
      </w:pPr>
    </w:p>
    <w:p w14:paraId="3D5A19D3" w14:textId="449D97D5" w:rsidR="00F607FD" w:rsidRDefault="00F607FD" w:rsidP="00DC019D">
      <w:pPr>
        <w:rPr>
          <w:sz w:val="18"/>
          <w:szCs w:val="18"/>
        </w:rPr>
      </w:pPr>
    </w:p>
    <w:p w14:paraId="6CD69A99" w14:textId="7FF5BFB6" w:rsidR="00F607FD" w:rsidRDefault="00F607FD" w:rsidP="00DC019D">
      <w:pPr>
        <w:rPr>
          <w:sz w:val="18"/>
          <w:szCs w:val="18"/>
        </w:rPr>
      </w:pPr>
    </w:p>
    <w:p w14:paraId="11C8AB1F" w14:textId="5A597D6E" w:rsidR="00F607FD" w:rsidRDefault="00F607FD" w:rsidP="00DC019D">
      <w:pPr>
        <w:rPr>
          <w:sz w:val="18"/>
          <w:szCs w:val="18"/>
        </w:rPr>
      </w:pPr>
    </w:p>
    <w:p w14:paraId="362DD581" w14:textId="176488F6" w:rsidR="00F607FD" w:rsidRDefault="00F607FD" w:rsidP="00DC019D">
      <w:pPr>
        <w:rPr>
          <w:sz w:val="18"/>
          <w:szCs w:val="18"/>
        </w:rPr>
      </w:pPr>
    </w:p>
    <w:p w14:paraId="06E709B5" w14:textId="77777777" w:rsidR="00F607FD" w:rsidRPr="00771450" w:rsidRDefault="00F607FD" w:rsidP="00DC019D">
      <w:pPr>
        <w:rPr>
          <w:sz w:val="18"/>
          <w:szCs w:val="18"/>
        </w:rPr>
      </w:pPr>
    </w:p>
    <w:p w14:paraId="1DB9211D" w14:textId="62382A81" w:rsidR="00180CB8" w:rsidRPr="00771450" w:rsidRDefault="00180CB8" w:rsidP="00DC019D">
      <w:pPr>
        <w:rPr>
          <w:sz w:val="18"/>
          <w:szCs w:val="18"/>
        </w:rPr>
      </w:pPr>
    </w:p>
    <w:p w14:paraId="1FC36FF5" w14:textId="27AABC5C" w:rsidR="00180CB8" w:rsidRPr="00771450" w:rsidRDefault="00180CB8" w:rsidP="00DC019D">
      <w:pPr>
        <w:rPr>
          <w:sz w:val="18"/>
          <w:szCs w:val="18"/>
        </w:rPr>
      </w:pPr>
    </w:p>
    <w:p w14:paraId="542E9BB9" w14:textId="08782A72" w:rsidR="001738DE" w:rsidRPr="00771450" w:rsidRDefault="001738DE" w:rsidP="001738DE">
      <w:pPr>
        <w:rPr>
          <w:sz w:val="18"/>
          <w:szCs w:val="18"/>
        </w:rPr>
      </w:pPr>
      <w:r w:rsidRPr="00771450">
        <w:rPr>
          <w:sz w:val="18"/>
          <w:szCs w:val="18"/>
        </w:rPr>
        <w:t xml:space="preserve">(ciudad donde reside el proponente),  </w:t>
      </w:r>
      <w:sdt>
        <w:sdtPr>
          <w:rPr>
            <w:color w:val="auto"/>
            <w:kern w:val="0"/>
            <w:sz w:val="18"/>
            <w:szCs w:val="18"/>
            <w14:ligatures w14:val="none"/>
          </w:rPr>
          <w:alias w:val="Fecha"/>
          <w:tag w:val="Fecha"/>
          <w:id w:val="1071616260"/>
          <w:placeholder>
            <w:docPart w:val="4A848D6F7828455E8F47CA834915FD7C"/>
          </w:placeholder>
          <w:date>
            <w:dateFormat w:val="d 'de' MMMM 'de' yyyy"/>
            <w:lid w:val="es-VE"/>
            <w:storeMappedDataAs w:val="dateTime"/>
            <w:calendar w:val="gregorian"/>
          </w:date>
        </w:sdtPr>
        <w:sdtEndPr/>
        <w:sdtContent>
          <w:r w:rsidR="00693B7B" w:rsidRPr="00693B7B">
            <w:rPr>
              <w:color w:val="auto"/>
              <w:kern w:val="0"/>
              <w:sz w:val="18"/>
              <w:szCs w:val="18"/>
              <w14:ligatures w14:val="none"/>
            </w:rPr>
            <w:t xml:space="preserve">14 de </w:t>
          </w:r>
          <w:r w:rsidR="00F70288">
            <w:rPr>
              <w:color w:val="auto"/>
              <w:kern w:val="0"/>
              <w:sz w:val="18"/>
              <w:szCs w:val="18"/>
              <w14:ligatures w14:val="none"/>
            </w:rPr>
            <w:t>junio</w:t>
          </w:r>
          <w:r w:rsidR="00693B7B" w:rsidRPr="00693B7B">
            <w:rPr>
              <w:color w:val="auto"/>
              <w:kern w:val="0"/>
              <w:sz w:val="18"/>
              <w:szCs w:val="18"/>
              <w14:ligatures w14:val="none"/>
            </w:rPr>
            <w:t xml:space="preserve"> de 202</w:t>
          </w:r>
          <w:r w:rsidR="00F70288">
            <w:rPr>
              <w:color w:val="auto"/>
              <w:kern w:val="0"/>
              <w:sz w:val="18"/>
              <w:szCs w:val="18"/>
              <w14:ligatures w14:val="none"/>
            </w:rPr>
            <w:t>4</w:t>
          </w:r>
        </w:sdtContent>
      </w:sdt>
      <w:r w:rsidRPr="00771450">
        <w:rPr>
          <w:sz w:val="18"/>
          <w:szCs w:val="18"/>
        </w:rPr>
        <w:t xml:space="preserve"> </w:t>
      </w:r>
    </w:p>
    <w:p w14:paraId="245AEC9C" w14:textId="77777777" w:rsidR="00180CB8" w:rsidRPr="00771450" w:rsidRDefault="00180CB8" w:rsidP="001738DE">
      <w:pPr>
        <w:rPr>
          <w:sz w:val="18"/>
          <w:szCs w:val="18"/>
        </w:rPr>
      </w:pPr>
    </w:p>
    <w:p w14:paraId="1B18F36F" w14:textId="114F2569" w:rsidR="001738DE" w:rsidRPr="00771450" w:rsidRDefault="001738DE" w:rsidP="001738DE">
      <w:pPr>
        <w:rPr>
          <w:sz w:val="18"/>
          <w:szCs w:val="18"/>
        </w:rPr>
      </w:pPr>
      <w:r w:rsidRPr="00771450">
        <w:rPr>
          <w:sz w:val="18"/>
          <w:szCs w:val="18"/>
        </w:rPr>
        <w:t>Señores:</w:t>
      </w:r>
    </w:p>
    <w:p w14:paraId="273F9A08" w14:textId="77777777" w:rsidR="001738DE" w:rsidRPr="00771450" w:rsidRDefault="001738DE" w:rsidP="001738DE">
      <w:pPr>
        <w:rPr>
          <w:sz w:val="18"/>
          <w:szCs w:val="18"/>
        </w:rPr>
      </w:pPr>
      <w:proofErr w:type="spellStart"/>
      <w:r w:rsidRPr="00771450">
        <w:rPr>
          <w:sz w:val="18"/>
          <w:szCs w:val="18"/>
        </w:rPr>
        <w:t>Save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the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Children</w:t>
      </w:r>
      <w:proofErr w:type="spellEnd"/>
      <w:r w:rsidRPr="00771450">
        <w:rPr>
          <w:sz w:val="18"/>
          <w:szCs w:val="18"/>
        </w:rPr>
        <w:t xml:space="preserve"> internacional </w:t>
      </w:r>
    </w:p>
    <w:p w14:paraId="4E04DAEE" w14:textId="1DF3A529" w:rsidR="001738DE" w:rsidRPr="00771450" w:rsidRDefault="00BB689B" w:rsidP="001738DE">
      <w:pPr>
        <w:rPr>
          <w:sz w:val="18"/>
          <w:szCs w:val="18"/>
        </w:rPr>
      </w:pPr>
      <w:r>
        <w:rPr>
          <w:sz w:val="18"/>
          <w:szCs w:val="18"/>
        </w:rPr>
        <w:t>El Salvador</w:t>
      </w:r>
    </w:p>
    <w:p w14:paraId="2B4FB4E1" w14:textId="77777777" w:rsidR="001738DE" w:rsidRPr="00771450" w:rsidRDefault="001738DE" w:rsidP="001738DE">
      <w:pPr>
        <w:rPr>
          <w:sz w:val="18"/>
          <w:szCs w:val="18"/>
        </w:rPr>
      </w:pPr>
    </w:p>
    <w:p w14:paraId="2BDADC1A" w14:textId="77777777" w:rsidR="001738DE" w:rsidRPr="00771450" w:rsidRDefault="001738DE" w:rsidP="001738DE">
      <w:pPr>
        <w:rPr>
          <w:sz w:val="18"/>
          <w:szCs w:val="18"/>
        </w:rPr>
      </w:pPr>
      <w:r w:rsidRPr="00771450">
        <w:rPr>
          <w:sz w:val="18"/>
          <w:szCs w:val="18"/>
        </w:rPr>
        <w:t>Apreciados señores:</w:t>
      </w:r>
    </w:p>
    <w:p w14:paraId="063AAC6A" w14:textId="77777777" w:rsidR="001738DE" w:rsidRPr="00771450" w:rsidRDefault="001738DE" w:rsidP="001738DE">
      <w:pPr>
        <w:jc w:val="both"/>
        <w:rPr>
          <w:sz w:val="18"/>
          <w:szCs w:val="18"/>
          <w:lang w:val="es-CR"/>
        </w:rPr>
      </w:pPr>
      <w:r w:rsidRPr="00771450">
        <w:rPr>
          <w:sz w:val="18"/>
          <w:szCs w:val="18"/>
        </w:rPr>
        <w:t>Mediante la presente manifestamos la inexistencia de conflicto de interés,</w:t>
      </w:r>
      <w:r w:rsidRPr="00771450">
        <w:rPr>
          <w:sz w:val="18"/>
          <w:szCs w:val="18"/>
          <w:lang w:val="es-CR"/>
        </w:rPr>
        <w:t xml:space="preserve"> inhabilidades o incompatibilidades con la convocatoria de referencia: ____________________________________.</w:t>
      </w:r>
    </w:p>
    <w:p w14:paraId="13F4FF41" w14:textId="77777777" w:rsidR="001738DE" w:rsidRPr="00771450" w:rsidRDefault="001738DE" w:rsidP="001738DE">
      <w:pPr>
        <w:jc w:val="both"/>
        <w:rPr>
          <w:sz w:val="18"/>
          <w:szCs w:val="18"/>
        </w:rPr>
      </w:pPr>
      <w:r w:rsidRPr="00771450">
        <w:rPr>
          <w:sz w:val="18"/>
          <w:szCs w:val="18"/>
        </w:rPr>
        <w:t xml:space="preserve">Por medio de la presente y actuando en nombre de mi representada CONFIRMO que: </w:t>
      </w:r>
    </w:p>
    <w:p w14:paraId="38F1228D" w14:textId="77777777" w:rsidR="001738DE" w:rsidRPr="00771450" w:rsidRDefault="001738DE" w:rsidP="001738DE">
      <w:pPr>
        <w:numPr>
          <w:ilvl w:val="0"/>
          <w:numId w:val="12"/>
        </w:numPr>
        <w:jc w:val="both"/>
        <w:rPr>
          <w:sz w:val="18"/>
          <w:szCs w:val="18"/>
          <w:lang w:val="es-CO"/>
        </w:rPr>
      </w:pPr>
      <w:r w:rsidRPr="00771450">
        <w:rPr>
          <w:sz w:val="18"/>
          <w:szCs w:val="18"/>
        </w:rPr>
        <w:t>Ni mi Representada ni ninguna de las empresas que ésta subcontrata regularmente,</w:t>
      </w:r>
      <w:r w:rsidRPr="00771450">
        <w:rPr>
          <w:sz w:val="18"/>
          <w:szCs w:val="18"/>
          <w:lang w:val="es-CO"/>
        </w:rPr>
        <w:t xml:space="preserve"> tiene conocimiento de ninguna conexión entre él o cualquiera de sus directores o la alta gerencia, con los directores, el personal y miembros designados para el comité de adquisición de SAVE THE CHILDREN que puedan favorecer o afectar el resultado del proceso de selección. </w:t>
      </w:r>
    </w:p>
    <w:p w14:paraId="1A3122D5" w14:textId="77777777" w:rsidR="001738DE" w:rsidRPr="00771450" w:rsidRDefault="001738DE" w:rsidP="001738DE">
      <w:pPr>
        <w:numPr>
          <w:ilvl w:val="0"/>
          <w:numId w:val="12"/>
        </w:numPr>
        <w:jc w:val="both"/>
        <w:rPr>
          <w:sz w:val="18"/>
          <w:szCs w:val="18"/>
          <w:lang w:val="es-CO"/>
        </w:rPr>
      </w:pPr>
      <w:r w:rsidRPr="00771450">
        <w:rPr>
          <w:sz w:val="18"/>
          <w:szCs w:val="18"/>
        </w:rPr>
        <w:t>Ni mi Representada ni ninguna de las empresas que ésta subcontrata regularmente</w:t>
      </w:r>
      <w:r w:rsidRPr="00771450">
        <w:rPr>
          <w:sz w:val="18"/>
          <w:szCs w:val="18"/>
          <w:lang w:val="es-CO"/>
        </w:rPr>
        <w:t xml:space="preserve"> ha comunicado a nadie más que SAVE THE CHILDREN la cantidad o monto aproximado de la oferta. </w:t>
      </w:r>
    </w:p>
    <w:p w14:paraId="51DD54B1" w14:textId="77777777" w:rsidR="001738DE" w:rsidRPr="00771450" w:rsidRDefault="001738DE" w:rsidP="001738DE">
      <w:pPr>
        <w:numPr>
          <w:ilvl w:val="0"/>
          <w:numId w:val="12"/>
        </w:numPr>
        <w:jc w:val="both"/>
        <w:rPr>
          <w:sz w:val="18"/>
          <w:szCs w:val="18"/>
          <w:lang w:val="es-CO"/>
        </w:rPr>
      </w:pPr>
      <w:r w:rsidRPr="00771450">
        <w:rPr>
          <w:sz w:val="18"/>
          <w:szCs w:val="18"/>
        </w:rPr>
        <w:t>Ni mi Representada ni ninguna de las empresas que ésta subcontrata regularmente</w:t>
      </w:r>
      <w:r w:rsidRPr="00771450">
        <w:rPr>
          <w:sz w:val="18"/>
          <w:szCs w:val="18"/>
          <w:lang w:val="es-CO"/>
        </w:rPr>
        <w:t xml:space="preserve"> ha ofrecido, ni ofrecerá, ni pagará, ni dará ninguna suma de dinero, comisiones, obsequios, incentivos u otros beneficios financieros, directa o indirectamente, a ninguna persona por hacer u omitir ningún acto en relación con el proceso de selección. </w:t>
      </w:r>
    </w:p>
    <w:p w14:paraId="55FF8BA6" w14:textId="77777777" w:rsidR="00180CB8" w:rsidRPr="00771450" w:rsidRDefault="00180CB8" w:rsidP="001738DE">
      <w:pPr>
        <w:rPr>
          <w:sz w:val="18"/>
          <w:szCs w:val="18"/>
        </w:rPr>
      </w:pPr>
    </w:p>
    <w:p w14:paraId="3C3B4A74" w14:textId="042336F2" w:rsidR="001738DE" w:rsidRPr="00771450" w:rsidRDefault="001738DE" w:rsidP="001738DE">
      <w:pPr>
        <w:rPr>
          <w:sz w:val="18"/>
          <w:szCs w:val="18"/>
        </w:rPr>
      </w:pPr>
      <w:r w:rsidRPr="00771450">
        <w:rPr>
          <w:sz w:val="18"/>
          <w:szCs w:val="18"/>
        </w:rPr>
        <w:t>Sin otro particular al cual referirnos por el momento, nos suscribimos.</w:t>
      </w:r>
    </w:p>
    <w:p w14:paraId="285ACE98" w14:textId="77777777" w:rsidR="00180CB8" w:rsidRPr="00771450" w:rsidRDefault="00180CB8" w:rsidP="00180CB8">
      <w:pPr>
        <w:rPr>
          <w:sz w:val="18"/>
          <w:szCs w:val="18"/>
        </w:rPr>
      </w:pPr>
    </w:p>
    <w:p w14:paraId="3EB460F4" w14:textId="77777777" w:rsidR="00180CB8" w:rsidRPr="00771450" w:rsidRDefault="00180CB8" w:rsidP="00180CB8">
      <w:pPr>
        <w:rPr>
          <w:sz w:val="18"/>
          <w:szCs w:val="18"/>
        </w:rPr>
      </w:pPr>
      <w:r w:rsidRPr="00771450">
        <w:rPr>
          <w:sz w:val="18"/>
          <w:szCs w:val="18"/>
        </w:rPr>
        <w:t>ATTE.</w:t>
      </w:r>
    </w:p>
    <w:p w14:paraId="28F85246" w14:textId="77777777" w:rsidR="00180CB8" w:rsidRPr="00771450" w:rsidRDefault="00180CB8" w:rsidP="00180CB8">
      <w:pPr>
        <w:rPr>
          <w:sz w:val="18"/>
          <w:szCs w:val="18"/>
        </w:rPr>
      </w:pPr>
    </w:p>
    <w:p w14:paraId="597914E8" w14:textId="77777777" w:rsidR="00180CB8" w:rsidRPr="00771450" w:rsidRDefault="00180CB8" w:rsidP="00180CB8">
      <w:pPr>
        <w:rPr>
          <w:sz w:val="18"/>
          <w:szCs w:val="18"/>
        </w:rPr>
      </w:pPr>
      <w:r w:rsidRPr="00771450">
        <w:rPr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F38187E" wp14:editId="66106B25">
                <wp:simplePos x="0" y="0"/>
                <wp:positionH relativeFrom="column">
                  <wp:posOffset>1133475</wp:posOffset>
                </wp:positionH>
                <wp:positionV relativeFrom="paragraph">
                  <wp:posOffset>168910</wp:posOffset>
                </wp:positionV>
                <wp:extent cx="2667000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105EE4" id="Conector recto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25pt,13.3pt" to="299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" strokecolor="#1fb1e6 [3204]" strokeweight=".5pt">
                <v:stroke joinstyle="miter"/>
              </v:line>
            </w:pict>
          </mc:Fallback>
        </mc:AlternateContent>
      </w:r>
      <w:r w:rsidRPr="00771450">
        <w:rPr>
          <w:sz w:val="18"/>
          <w:szCs w:val="18"/>
        </w:rPr>
        <w:t xml:space="preserve">FIRMA: </w:t>
      </w:r>
    </w:p>
    <w:p w14:paraId="1523DB14" w14:textId="77777777" w:rsidR="00180CB8" w:rsidRPr="00771450" w:rsidRDefault="00180CB8" w:rsidP="00180CB8">
      <w:pPr>
        <w:rPr>
          <w:sz w:val="18"/>
          <w:szCs w:val="18"/>
        </w:rPr>
      </w:pPr>
      <w:r w:rsidRPr="00771450">
        <w:rPr>
          <w:sz w:val="18"/>
          <w:szCs w:val="18"/>
        </w:rPr>
        <w:t xml:space="preserve">NOMBRE: </w:t>
      </w:r>
      <w:sdt>
        <w:sdtPr>
          <w:rPr>
            <w:sz w:val="18"/>
            <w:szCs w:val="18"/>
          </w:rPr>
          <w:alias w:val="NOMBRE"/>
          <w:tag w:val="NOMBRE"/>
          <w:id w:val="19751303"/>
          <w:placeholder>
            <w:docPart w:val="8AC5382EF4794A2CA82C27E47A9E16EB"/>
          </w:placeholder>
          <w:showingPlcHdr/>
          <w:text/>
        </w:sdtPr>
        <w:sdtEndPr/>
        <w:sdtContent>
          <w:r w:rsidRPr="00771450">
            <w:rPr>
              <w:rStyle w:val="Textodelmarcadordeposicin"/>
              <w:sz w:val="18"/>
              <w:szCs w:val="18"/>
            </w:rPr>
            <w:t>Haga clic o pulse aquí para escribir texto.</w:t>
          </w:r>
        </w:sdtContent>
      </w:sdt>
    </w:p>
    <w:p w14:paraId="1B985D18" w14:textId="77777777" w:rsidR="00180CB8" w:rsidRPr="00771450" w:rsidRDefault="00180CB8" w:rsidP="00180CB8">
      <w:pPr>
        <w:rPr>
          <w:sz w:val="18"/>
          <w:szCs w:val="18"/>
        </w:rPr>
      </w:pPr>
      <w:r w:rsidRPr="00771450">
        <w:rPr>
          <w:sz w:val="18"/>
          <w:szCs w:val="18"/>
        </w:rPr>
        <w:lastRenderedPageBreak/>
        <w:t>CARGO:</w:t>
      </w:r>
      <w:sdt>
        <w:sdtPr>
          <w:rPr>
            <w:sz w:val="18"/>
            <w:szCs w:val="18"/>
          </w:rPr>
          <w:alias w:val="CARGO"/>
          <w:tag w:val="CARGO"/>
          <w:id w:val="-552380389"/>
          <w:placeholder>
            <w:docPart w:val="8AC5382EF4794A2CA82C27E47A9E16EB"/>
          </w:placeholder>
          <w:showingPlcHdr/>
          <w:text/>
        </w:sdtPr>
        <w:sdtEndPr/>
        <w:sdtContent>
          <w:r w:rsidRPr="00771450">
            <w:rPr>
              <w:rStyle w:val="Textodelmarcadordeposicin"/>
              <w:sz w:val="18"/>
              <w:szCs w:val="18"/>
            </w:rPr>
            <w:t>Haga clic o pulse aquí para escribir texto.</w:t>
          </w:r>
        </w:sdtContent>
      </w:sdt>
    </w:p>
    <w:p w14:paraId="5E0AB95C" w14:textId="77777777" w:rsidR="001738DE" w:rsidRPr="00771450" w:rsidRDefault="001738DE" w:rsidP="001738DE">
      <w:pPr>
        <w:rPr>
          <w:sz w:val="18"/>
          <w:szCs w:val="18"/>
        </w:rPr>
      </w:pPr>
    </w:p>
    <w:p w14:paraId="562E959D" w14:textId="65967F90" w:rsidR="001738DE" w:rsidRPr="00771450" w:rsidRDefault="001738DE" w:rsidP="00DC019D">
      <w:pPr>
        <w:rPr>
          <w:sz w:val="18"/>
          <w:szCs w:val="18"/>
        </w:rPr>
      </w:pPr>
    </w:p>
    <w:p w14:paraId="79777FAF" w14:textId="672CC2B5" w:rsidR="001B2C64" w:rsidRPr="00771450" w:rsidRDefault="001B2C64" w:rsidP="001B2C64">
      <w:pPr>
        <w:rPr>
          <w:sz w:val="18"/>
          <w:szCs w:val="18"/>
        </w:rPr>
      </w:pPr>
      <w:r w:rsidRPr="00771450">
        <w:rPr>
          <w:sz w:val="18"/>
          <w:szCs w:val="18"/>
        </w:rPr>
        <w:t xml:space="preserve">(ciudad donde reside el proponente),  </w:t>
      </w:r>
      <w:sdt>
        <w:sdtPr>
          <w:rPr>
            <w:color w:val="auto"/>
            <w:kern w:val="0"/>
            <w:sz w:val="18"/>
            <w:szCs w:val="18"/>
            <w14:ligatures w14:val="none"/>
          </w:rPr>
          <w:alias w:val="Fecha"/>
          <w:tag w:val="Fecha"/>
          <w:id w:val="722720468"/>
          <w:placeholder>
            <w:docPart w:val="28789DF807E44A18B3C4B19A9667725A"/>
          </w:placeholder>
          <w:date>
            <w:dateFormat w:val="d 'de' MMMM 'de' yyyy"/>
            <w:lid w:val="es-VE"/>
            <w:storeMappedDataAs w:val="dateTime"/>
            <w:calendar w:val="gregorian"/>
          </w:date>
        </w:sdtPr>
        <w:sdtEndPr/>
        <w:sdtContent>
          <w:r w:rsidR="00693B7B" w:rsidRPr="00693B7B">
            <w:rPr>
              <w:color w:val="auto"/>
              <w:kern w:val="0"/>
              <w:sz w:val="18"/>
              <w:szCs w:val="18"/>
              <w14:ligatures w14:val="none"/>
            </w:rPr>
            <w:t xml:space="preserve">14 de </w:t>
          </w:r>
          <w:r w:rsidR="003148A7">
            <w:rPr>
              <w:color w:val="auto"/>
              <w:kern w:val="0"/>
              <w:sz w:val="18"/>
              <w:szCs w:val="18"/>
              <w14:ligatures w14:val="none"/>
            </w:rPr>
            <w:t>junio</w:t>
          </w:r>
          <w:r w:rsidR="00693B7B" w:rsidRPr="00693B7B">
            <w:rPr>
              <w:color w:val="auto"/>
              <w:kern w:val="0"/>
              <w:sz w:val="18"/>
              <w:szCs w:val="18"/>
              <w14:ligatures w14:val="none"/>
            </w:rPr>
            <w:t xml:space="preserve"> de 202</w:t>
          </w:r>
          <w:r w:rsidR="003148A7">
            <w:rPr>
              <w:color w:val="auto"/>
              <w:kern w:val="0"/>
              <w:sz w:val="18"/>
              <w:szCs w:val="18"/>
              <w14:ligatures w14:val="none"/>
            </w:rPr>
            <w:t>4</w:t>
          </w:r>
        </w:sdtContent>
      </w:sdt>
      <w:r w:rsidRPr="00771450">
        <w:rPr>
          <w:sz w:val="18"/>
          <w:szCs w:val="18"/>
        </w:rPr>
        <w:t xml:space="preserve"> </w:t>
      </w:r>
    </w:p>
    <w:p w14:paraId="786A6311" w14:textId="77777777" w:rsidR="001B2C64" w:rsidRPr="00771450" w:rsidRDefault="001B2C64" w:rsidP="001B2C64">
      <w:pPr>
        <w:rPr>
          <w:sz w:val="18"/>
          <w:szCs w:val="18"/>
        </w:rPr>
      </w:pPr>
      <w:r w:rsidRPr="00771450">
        <w:rPr>
          <w:sz w:val="18"/>
          <w:szCs w:val="18"/>
        </w:rPr>
        <w:t>Señores:</w:t>
      </w:r>
    </w:p>
    <w:p w14:paraId="2467852E" w14:textId="77777777" w:rsidR="001B2C64" w:rsidRPr="00771450" w:rsidRDefault="001B2C64" w:rsidP="001B2C64">
      <w:pPr>
        <w:rPr>
          <w:sz w:val="18"/>
          <w:szCs w:val="18"/>
        </w:rPr>
      </w:pPr>
      <w:proofErr w:type="spellStart"/>
      <w:r w:rsidRPr="00771450">
        <w:rPr>
          <w:sz w:val="18"/>
          <w:szCs w:val="18"/>
        </w:rPr>
        <w:t>Save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the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Children</w:t>
      </w:r>
      <w:proofErr w:type="spellEnd"/>
      <w:r w:rsidRPr="00771450">
        <w:rPr>
          <w:sz w:val="18"/>
          <w:szCs w:val="18"/>
        </w:rPr>
        <w:t xml:space="preserve"> internacional </w:t>
      </w:r>
    </w:p>
    <w:p w14:paraId="326CEEE2" w14:textId="5E524663" w:rsidR="001B2C64" w:rsidRPr="00771450" w:rsidRDefault="00BB689B" w:rsidP="001B2C64">
      <w:pPr>
        <w:rPr>
          <w:sz w:val="18"/>
          <w:szCs w:val="18"/>
        </w:rPr>
      </w:pPr>
      <w:r>
        <w:rPr>
          <w:sz w:val="18"/>
          <w:szCs w:val="18"/>
        </w:rPr>
        <w:t>El Salvador</w:t>
      </w:r>
    </w:p>
    <w:p w14:paraId="18151E49" w14:textId="77777777" w:rsidR="001B2C64" w:rsidRPr="00771450" w:rsidRDefault="001B2C64" w:rsidP="001B2C64">
      <w:pPr>
        <w:rPr>
          <w:sz w:val="18"/>
          <w:szCs w:val="18"/>
        </w:rPr>
      </w:pPr>
    </w:p>
    <w:p w14:paraId="7D378340" w14:textId="77777777" w:rsidR="001B2C64" w:rsidRPr="00771450" w:rsidRDefault="001B2C64" w:rsidP="001B2C64">
      <w:pPr>
        <w:rPr>
          <w:sz w:val="18"/>
          <w:szCs w:val="18"/>
        </w:rPr>
      </w:pPr>
      <w:r w:rsidRPr="00771450">
        <w:rPr>
          <w:sz w:val="18"/>
          <w:szCs w:val="18"/>
        </w:rPr>
        <w:t>Apreciados señores:</w:t>
      </w:r>
    </w:p>
    <w:p w14:paraId="55B318F2" w14:textId="77777777" w:rsidR="001B2C64" w:rsidRPr="00771450" w:rsidRDefault="001B2C64" w:rsidP="001B2C64">
      <w:pPr>
        <w:rPr>
          <w:sz w:val="18"/>
          <w:szCs w:val="18"/>
        </w:rPr>
      </w:pPr>
      <w:r w:rsidRPr="00771450">
        <w:rPr>
          <w:sz w:val="18"/>
          <w:szCs w:val="18"/>
        </w:rPr>
        <w:t xml:space="preserve">Mediante la presente manifestamos la intención de participar en el presente proceso de convocatoria, cuyo objeto es: __________________________________________________por ello aceptamos y confirmamos las siguientes condiciones: </w:t>
      </w:r>
    </w:p>
    <w:p w14:paraId="52D0EEEE" w14:textId="77777777" w:rsidR="001B2C64" w:rsidRPr="00771450" w:rsidRDefault="001B2C64" w:rsidP="001B2C64">
      <w:pPr>
        <w:jc w:val="both"/>
        <w:rPr>
          <w:sz w:val="18"/>
          <w:szCs w:val="18"/>
        </w:rPr>
      </w:pPr>
      <w:r w:rsidRPr="00771450">
        <w:rPr>
          <w:sz w:val="18"/>
          <w:szCs w:val="18"/>
        </w:rPr>
        <w:t xml:space="preserve"> - Aceptamos los “Términos y Condiciones de Compra” de </w:t>
      </w:r>
      <w:proofErr w:type="spellStart"/>
      <w:r w:rsidRPr="00771450">
        <w:rPr>
          <w:sz w:val="18"/>
          <w:szCs w:val="18"/>
        </w:rPr>
        <w:t>Save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the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Children</w:t>
      </w:r>
      <w:proofErr w:type="spellEnd"/>
      <w:r w:rsidRPr="00771450">
        <w:rPr>
          <w:sz w:val="18"/>
          <w:szCs w:val="18"/>
        </w:rPr>
        <w:t xml:space="preserve"> incluidos en los términos de referencia, y que cualquier trabajo adjudicado en este proceso de convocatoria se completará bajo los "Términos y Condiciones de Compra" adjuntos.</w:t>
      </w:r>
    </w:p>
    <w:p w14:paraId="346AF355" w14:textId="77777777" w:rsidR="001B2C64" w:rsidRPr="00771450" w:rsidRDefault="001B2C64" w:rsidP="001B2C64">
      <w:pPr>
        <w:jc w:val="both"/>
        <w:rPr>
          <w:sz w:val="18"/>
          <w:szCs w:val="18"/>
        </w:rPr>
      </w:pPr>
      <w:r w:rsidRPr="00771450">
        <w:rPr>
          <w:sz w:val="18"/>
          <w:szCs w:val="18"/>
        </w:rPr>
        <w:t>- Confirmo que ni mi Representada ni ninguna de las empresas que ésta subcontrata regularmente, está vinculada directa o indirectamente a ninguna actividad relacionada con el terrorismo, y que no vende ningún bien o servicio de doble propósito que pueda ser utilizado en una actividad relacionada con el terrorismo.</w:t>
      </w:r>
    </w:p>
    <w:p w14:paraId="0605D9AD" w14:textId="77777777" w:rsidR="001B2C64" w:rsidRPr="00771450" w:rsidRDefault="001B2C64" w:rsidP="001B2C64">
      <w:pPr>
        <w:jc w:val="both"/>
        <w:rPr>
          <w:sz w:val="18"/>
          <w:szCs w:val="18"/>
        </w:rPr>
      </w:pPr>
      <w:r w:rsidRPr="00771450">
        <w:rPr>
          <w:sz w:val="18"/>
          <w:szCs w:val="18"/>
        </w:rPr>
        <w:t xml:space="preserve">- Confirmo que ni mi Representada ni ninguna de las empresas que ésta subcontrata regularmente, son una parte prohibida conforme a las leyes de sanciones aplicables o leyes de </w:t>
      </w:r>
      <w:proofErr w:type="spellStart"/>
      <w:r w:rsidRPr="00771450">
        <w:rPr>
          <w:sz w:val="18"/>
          <w:szCs w:val="18"/>
        </w:rPr>
        <w:t>anti-terrorismo</w:t>
      </w:r>
      <w:proofErr w:type="spellEnd"/>
      <w:r w:rsidRPr="00771450">
        <w:rPr>
          <w:sz w:val="18"/>
          <w:szCs w:val="18"/>
        </w:rPr>
        <w:t xml:space="preserve"> u ofrecen bienes bajo sanción de los Estados Unidos de América o la Unión Europea y acepta que SCI realizará revisiones independientes para validar esto.</w:t>
      </w:r>
    </w:p>
    <w:p w14:paraId="297C7480" w14:textId="77777777" w:rsidR="001B2C64" w:rsidRPr="00771450" w:rsidRDefault="001B2C64" w:rsidP="001B2C64">
      <w:pPr>
        <w:jc w:val="both"/>
        <w:rPr>
          <w:sz w:val="18"/>
          <w:szCs w:val="18"/>
        </w:rPr>
      </w:pPr>
      <w:r w:rsidRPr="00771450">
        <w:rPr>
          <w:sz w:val="18"/>
          <w:szCs w:val="18"/>
        </w:rPr>
        <w:t xml:space="preserve">- Confirmo que mi Representada y las empresas que ésta subcontrata regularmente, está plenamente cualificado, tiene licencia y está registrado para comerciar con </w:t>
      </w:r>
      <w:proofErr w:type="spellStart"/>
      <w:r w:rsidRPr="00771450">
        <w:rPr>
          <w:sz w:val="18"/>
          <w:szCs w:val="18"/>
        </w:rPr>
        <w:t>Save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the</w:t>
      </w:r>
      <w:proofErr w:type="spellEnd"/>
      <w:r w:rsidRPr="00771450">
        <w:rPr>
          <w:sz w:val="18"/>
          <w:szCs w:val="18"/>
        </w:rPr>
        <w:t xml:space="preserve"> </w:t>
      </w:r>
      <w:proofErr w:type="spellStart"/>
      <w:r w:rsidRPr="00771450">
        <w:rPr>
          <w:sz w:val="18"/>
          <w:szCs w:val="18"/>
        </w:rPr>
        <w:t>Children</w:t>
      </w:r>
      <w:proofErr w:type="spellEnd"/>
      <w:r w:rsidRPr="00771450">
        <w:rPr>
          <w:sz w:val="18"/>
          <w:szCs w:val="18"/>
        </w:rPr>
        <w:t xml:space="preserve"> (incluyendo el cumplimiento de toda la legislación local del país).</w:t>
      </w:r>
    </w:p>
    <w:p w14:paraId="268E2440" w14:textId="77777777" w:rsidR="001B2C64" w:rsidRPr="00771450" w:rsidRDefault="001B2C64" w:rsidP="001B2C64">
      <w:pPr>
        <w:rPr>
          <w:sz w:val="18"/>
          <w:szCs w:val="18"/>
        </w:rPr>
      </w:pPr>
    </w:p>
    <w:p w14:paraId="3611653F" w14:textId="77777777" w:rsidR="001B2C64" w:rsidRPr="00771450" w:rsidRDefault="001B2C64" w:rsidP="001B2C64">
      <w:pPr>
        <w:rPr>
          <w:sz w:val="18"/>
          <w:szCs w:val="18"/>
        </w:rPr>
      </w:pPr>
      <w:r w:rsidRPr="00771450">
        <w:rPr>
          <w:sz w:val="18"/>
          <w:szCs w:val="18"/>
        </w:rPr>
        <w:t>Sin otro particular al cual referirnos por el momento, nos suscribimos.</w:t>
      </w:r>
    </w:p>
    <w:p w14:paraId="39D57745" w14:textId="77777777" w:rsidR="00DF2516" w:rsidRPr="00771450" w:rsidRDefault="00DF2516" w:rsidP="00DF2516">
      <w:pPr>
        <w:rPr>
          <w:sz w:val="18"/>
          <w:szCs w:val="18"/>
        </w:rPr>
      </w:pPr>
      <w:r w:rsidRPr="00771450">
        <w:rPr>
          <w:sz w:val="18"/>
          <w:szCs w:val="18"/>
        </w:rPr>
        <w:t>ATTE.</w:t>
      </w:r>
    </w:p>
    <w:p w14:paraId="4D4D640A" w14:textId="77777777" w:rsidR="00DF2516" w:rsidRPr="00771450" w:rsidRDefault="00DF2516" w:rsidP="00DF2516">
      <w:pPr>
        <w:rPr>
          <w:sz w:val="18"/>
          <w:szCs w:val="18"/>
        </w:rPr>
      </w:pPr>
    </w:p>
    <w:p w14:paraId="2D03A289" w14:textId="77777777" w:rsidR="00DF2516" w:rsidRPr="00771450" w:rsidRDefault="00DF2516" w:rsidP="00DF2516">
      <w:pPr>
        <w:rPr>
          <w:sz w:val="18"/>
          <w:szCs w:val="18"/>
        </w:rPr>
      </w:pPr>
      <w:r w:rsidRPr="00771450">
        <w:rPr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BFB696F" wp14:editId="5708A97B">
                <wp:simplePos x="0" y="0"/>
                <wp:positionH relativeFrom="column">
                  <wp:posOffset>1133475</wp:posOffset>
                </wp:positionH>
                <wp:positionV relativeFrom="paragraph">
                  <wp:posOffset>168910</wp:posOffset>
                </wp:positionV>
                <wp:extent cx="266700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14274A" id="Conector recto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25pt,13.3pt" to="299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" strokecolor="#1fb1e6 [3204]" strokeweight=".5pt">
                <v:stroke joinstyle="miter"/>
              </v:line>
            </w:pict>
          </mc:Fallback>
        </mc:AlternateContent>
      </w:r>
      <w:r w:rsidRPr="00771450">
        <w:rPr>
          <w:sz w:val="18"/>
          <w:szCs w:val="18"/>
        </w:rPr>
        <w:t xml:space="preserve">FIRMA: </w:t>
      </w:r>
    </w:p>
    <w:p w14:paraId="7F7F1F82" w14:textId="77777777" w:rsidR="00DF2516" w:rsidRPr="00771450" w:rsidRDefault="00DF2516" w:rsidP="00DF2516">
      <w:pPr>
        <w:rPr>
          <w:sz w:val="18"/>
          <w:szCs w:val="18"/>
        </w:rPr>
      </w:pPr>
      <w:r w:rsidRPr="00771450">
        <w:rPr>
          <w:sz w:val="18"/>
          <w:szCs w:val="18"/>
        </w:rPr>
        <w:t xml:space="preserve">NOMBRE: </w:t>
      </w:r>
      <w:sdt>
        <w:sdtPr>
          <w:rPr>
            <w:sz w:val="18"/>
            <w:szCs w:val="18"/>
          </w:rPr>
          <w:alias w:val="NOMBRE"/>
          <w:tag w:val="NOMBRE"/>
          <w:id w:val="1725568012"/>
          <w:placeholder>
            <w:docPart w:val="8EE45A195AAA4AE69623D698B9315082"/>
          </w:placeholder>
          <w:showingPlcHdr/>
          <w:text/>
        </w:sdtPr>
        <w:sdtEndPr/>
        <w:sdtContent>
          <w:r w:rsidRPr="00771450">
            <w:rPr>
              <w:rStyle w:val="Textodelmarcadordeposicin"/>
              <w:sz w:val="18"/>
              <w:szCs w:val="18"/>
            </w:rPr>
            <w:t>Haga clic o pulse aquí para escribir texto.</w:t>
          </w:r>
        </w:sdtContent>
      </w:sdt>
    </w:p>
    <w:p w14:paraId="59A89499" w14:textId="51A87630" w:rsidR="00E56E1F" w:rsidRPr="00771450" w:rsidRDefault="00DF2516" w:rsidP="00DF2516">
      <w:pPr>
        <w:rPr>
          <w:sz w:val="18"/>
          <w:szCs w:val="18"/>
        </w:rPr>
      </w:pPr>
      <w:r w:rsidRPr="00771450">
        <w:rPr>
          <w:sz w:val="18"/>
          <w:szCs w:val="18"/>
        </w:rPr>
        <w:lastRenderedPageBreak/>
        <w:t>CARGO:</w:t>
      </w:r>
      <w:sdt>
        <w:sdtPr>
          <w:rPr>
            <w:sz w:val="18"/>
            <w:szCs w:val="18"/>
          </w:rPr>
          <w:alias w:val="CARGO"/>
          <w:tag w:val="CARGO"/>
          <w:id w:val="1651405944"/>
          <w:placeholder>
            <w:docPart w:val="8EE45A195AAA4AE69623D698B9315082"/>
          </w:placeholder>
          <w:showingPlcHdr/>
          <w:text/>
        </w:sdtPr>
        <w:sdtEndPr/>
        <w:sdtContent>
          <w:r w:rsidRPr="00771450">
            <w:rPr>
              <w:rStyle w:val="Textodelmarcadordeposicin"/>
              <w:sz w:val="18"/>
              <w:szCs w:val="18"/>
            </w:rPr>
            <w:t>Haga clic o pulse aquí para escribir texto.</w:t>
          </w:r>
        </w:sdtContent>
      </w:sdt>
    </w:p>
    <w:sectPr w:rsidR="00E56E1F" w:rsidRPr="00771450" w:rsidSect="002A5194">
      <w:headerReference w:type="default" r:id="rId11"/>
      <w:footerReference w:type="default" r:id="rId12"/>
      <w:pgSz w:w="12240" w:h="15840" w:code="143"/>
      <w:pgMar w:top="1008" w:right="1080" w:bottom="2160" w:left="1080" w:header="720" w:footer="9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5E586" w14:textId="77777777" w:rsidR="00007A97" w:rsidRDefault="00007A97">
      <w:pPr>
        <w:spacing w:after="0" w:line="240" w:lineRule="auto"/>
      </w:pPr>
      <w:r>
        <w:separator/>
      </w:r>
    </w:p>
  </w:endnote>
  <w:endnote w:type="continuationSeparator" w:id="0">
    <w:p w14:paraId="59C5116A" w14:textId="77777777" w:rsidR="00007A97" w:rsidRDefault="00007A97">
      <w:pPr>
        <w:spacing w:after="0" w:line="240" w:lineRule="auto"/>
      </w:pPr>
      <w:r>
        <w:continuationSeparator/>
      </w:r>
    </w:p>
  </w:endnote>
  <w:endnote w:type="continuationNotice" w:id="1">
    <w:p w14:paraId="63E74867" w14:textId="77777777" w:rsidR="00007A97" w:rsidRDefault="00007A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Infant MT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D19B0" w14:textId="6BE040D2" w:rsidR="00AD6810" w:rsidRPr="00C90BFD" w:rsidRDefault="001A3088" w:rsidP="00AD6810">
    <w:pPr>
      <w:pStyle w:val="Piedepgina"/>
      <w:rPr>
        <w:sz w:val="16"/>
        <w:szCs w:val="16"/>
      </w:rPr>
    </w:pPr>
    <w:sdt>
      <w:sdtPr>
        <w:rPr>
          <w:sz w:val="16"/>
          <w:szCs w:val="16"/>
        </w:rPr>
        <w:alias w:val="Escriba la dirección, ciudad y código postal:"/>
        <w:tag w:val="Escriba la dirección, ciudad y código postal:"/>
        <w:id w:val="-354040636"/>
        <w:placeholder>
          <w:docPart w:val="3BD979263042437580A665A6DE4F12DF"/>
        </w:placeholder>
        <w:temporary/>
        <w:showingPlcHdr/>
        <w15:appearance w15:val="hidden"/>
        <w:text/>
      </w:sdtPr>
      <w:sdtEndPr/>
      <w:sdtContent>
        <w:r w:rsidR="0067573B" w:rsidRPr="00C90BFD">
          <w:rPr>
            <w:sz w:val="16"/>
            <w:szCs w:val="16"/>
            <w:lang w:bidi="es-ES"/>
          </w:rPr>
          <w:t>Su nombre</w:t>
        </w:r>
      </w:sdtContent>
    </w:sdt>
  </w:p>
  <w:p w14:paraId="64FF3380" w14:textId="2CE39D6A" w:rsidR="00AD6810" w:rsidRPr="00C90BFD" w:rsidRDefault="001A3088" w:rsidP="00AD6810">
    <w:pPr>
      <w:pStyle w:val="Piedepgina"/>
      <w:rPr>
        <w:sz w:val="16"/>
        <w:szCs w:val="16"/>
      </w:rPr>
    </w:pPr>
    <w:sdt>
      <w:sdtPr>
        <w:rPr>
          <w:sz w:val="16"/>
          <w:szCs w:val="16"/>
        </w:rPr>
        <w:alias w:val="Oficina:"/>
        <w:tag w:val="Oficina:"/>
        <w:id w:val="-1574580512"/>
        <w:placeholder>
          <w:docPart w:val="7D36533D645449519B8C3D90BFD3CA5C"/>
        </w:placeholder>
        <w:temporary/>
        <w:showingPlcHdr/>
        <w15:appearance w15:val="hidden"/>
      </w:sdtPr>
      <w:sdtEndPr/>
      <w:sdtContent>
        <w:r w:rsidR="00B03917" w:rsidRPr="00C90BFD">
          <w:rPr>
            <w:sz w:val="16"/>
            <w:szCs w:val="16"/>
            <w:lang w:bidi="es-ES"/>
          </w:rPr>
          <w:t>Oficina</w:t>
        </w:r>
      </w:sdtContent>
    </w:sdt>
    <w:r w:rsidR="00AD6810" w:rsidRPr="00C90BFD">
      <w:rPr>
        <w:sz w:val="16"/>
        <w:szCs w:val="16"/>
        <w:lang w:bidi="es-ES"/>
      </w:rPr>
      <w:t xml:space="preserve">: </w:t>
    </w:r>
    <w:sdt>
      <w:sdtPr>
        <w:rPr>
          <w:sz w:val="16"/>
          <w:szCs w:val="16"/>
        </w:rPr>
        <w:alias w:val="Escriba el teléfono:"/>
        <w:tag w:val="Escriba el teléfono:"/>
        <w:id w:val="641390488"/>
        <w:placeholder>
          <w:docPart w:val="1BEC6A90C46C49BFB85E10A694F90642"/>
        </w:placeholder>
        <w:temporary/>
        <w:showingPlcHdr/>
        <w15:appearance w15:val="hidden"/>
        <w:text/>
      </w:sdtPr>
      <w:sdtEndPr/>
      <w:sdtContent>
        <w:r w:rsidR="0067573B" w:rsidRPr="00C90BFD">
          <w:rPr>
            <w:rStyle w:val="Textoennegrita"/>
            <w:sz w:val="16"/>
            <w:szCs w:val="16"/>
            <w:lang w:bidi="es-ES"/>
          </w:rPr>
          <w:t>|</w:t>
        </w:r>
      </w:sdtContent>
    </w:sdt>
    <w:r w:rsidR="00AD6810" w:rsidRPr="00C90BFD">
      <w:rPr>
        <w:rStyle w:val="Textoennegrita"/>
        <w:sz w:val="16"/>
        <w:szCs w:val="16"/>
        <w:lang w:bidi="es-ES"/>
      </w:rPr>
      <w:t xml:space="preserve"> | </w:t>
    </w:r>
    <w:sdt>
      <w:sdtPr>
        <w:rPr>
          <w:sz w:val="16"/>
          <w:szCs w:val="16"/>
        </w:rPr>
        <w:alias w:val="Escriba el sitio web:"/>
        <w:tag w:val="Escriba el sitio web:"/>
        <w:id w:val="1051347503"/>
        <w:placeholder>
          <w:docPart w:val="49BE3D1609C5465E9EE238E6D2F50403"/>
        </w:placeholder>
        <w:temporary/>
        <w:showingPlcHdr/>
        <w15:appearance w15:val="hidden"/>
        <w:text/>
      </w:sdtPr>
      <w:sdtEndPr/>
      <w:sdtContent>
        <w:r w:rsidR="0067573B" w:rsidRPr="00C90BFD">
          <w:rPr>
            <w:sz w:val="16"/>
            <w:szCs w:val="16"/>
            <w:lang w:bidi="es-ES"/>
          </w:rPr>
          <w:t>Correo electrónico</w:t>
        </w:r>
      </w:sdtContent>
    </w:sdt>
    <w:r w:rsidR="003F5792">
      <w:rPr>
        <w:sz w:val="16"/>
        <w:szCs w:val="16"/>
      </w:rPr>
      <w:t xml:space="preserve"> </w:t>
    </w:r>
    <w:r w:rsidR="003F5792">
      <w:rPr>
        <w:sz w:val="16"/>
        <w:szCs w:val="16"/>
      </w:rPr>
      <w:tab/>
    </w:r>
    <w:r w:rsidR="003F5792">
      <w:rPr>
        <w:sz w:val="16"/>
        <w:szCs w:val="16"/>
      </w:rPr>
      <w:tab/>
    </w:r>
    <w:r w:rsidR="003F5792">
      <w:rPr>
        <w:sz w:val="16"/>
        <w:szCs w:val="16"/>
      </w:rPr>
      <w:tab/>
    </w:r>
    <w:r w:rsidR="003F5792">
      <w:rPr>
        <w:sz w:val="16"/>
        <w:szCs w:val="16"/>
      </w:rPr>
      <w:tab/>
    </w:r>
    <w:r w:rsidR="003F5792">
      <w:rPr>
        <w:sz w:val="16"/>
        <w:szCs w:val="16"/>
      </w:rPr>
      <w:tab/>
    </w:r>
    <w:r w:rsidR="003F5792">
      <w:rPr>
        <w:sz w:val="16"/>
        <w:szCs w:val="16"/>
      </w:rPr>
      <w:tab/>
    </w:r>
    <w:r w:rsidR="003F5792">
      <w:rPr>
        <w:sz w:val="16"/>
        <w:szCs w:val="16"/>
      </w:rPr>
      <w:tab/>
    </w:r>
    <w:r w:rsidR="003F5792">
      <w:rPr>
        <w:sz w:val="16"/>
        <w:szCs w:val="16"/>
      </w:rPr>
      <w:tab/>
      <w:t xml:space="preserve"> </w:t>
    </w:r>
    <w:r w:rsidR="003F5792" w:rsidRPr="003F5792">
      <w:rPr>
        <w:sz w:val="16"/>
        <w:szCs w:val="16"/>
      </w:rPr>
      <w:t xml:space="preserve">Página </w:t>
    </w:r>
    <w:r w:rsidR="003F5792" w:rsidRPr="003F5792">
      <w:rPr>
        <w:b/>
        <w:bCs/>
        <w:sz w:val="16"/>
        <w:szCs w:val="16"/>
      </w:rPr>
      <w:fldChar w:fldCharType="begin"/>
    </w:r>
    <w:r w:rsidR="003F5792" w:rsidRPr="003F5792">
      <w:rPr>
        <w:b/>
        <w:bCs/>
        <w:sz w:val="16"/>
        <w:szCs w:val="16"/>
      </w:rPr>
      <w:instrText>PAGE  \* Arabic  \* MERGEFORMAT</w:instrText>
    </w:r>
    <w:r w:rsidR="003F5792" w:rsidRPr="003F5792">
      <w:rPr>
        <w:b/>
        <w:bCs/>
        <w:sz w:val="16"/>
        <w:szCs w:val="16"/>
      </w:rPr>
      <w:fldChar w:fldCharType="separate"/>
    </w:r>
    <w:r w:rsidR="003F5792" w:rsidRPr="003F5792">
      <w:rPr>
        <w:b/>
        <w:bCs/>
        <w:sz w:val="16"/>
        <w:szCs w:val="16"/>
      </w:rPr>
      <w:t>1</w:t>
    </w:r>
    <w:r w:rsidR="003F5792" w:rsidRPr="003F5792">
      <w:rPr>
        <w:b/>
        <w:bCs/>
        <w:sz w:val="16"/>
        <w:szCs w:val="16"/>
      </w:rPr>
      <w:fldChar w:fldCharType="end"/>
    </w:r>
    <w:r w:rsidR="003F5792" w:rsidRPr="003F5792">
      <w:rPr>
        <w:sz w:val="16"/>
        <w:szCs w:val="16"/>
      </w:rPr>
      <w:t xml:space="preserve"> de </w:t>
    </w:r>
    <w:r w:rsidR="003F5792" w:rsidRPr="003F5792">
      <w:rPr>
        <w:b/>
        <w:bCs/>
        <w:sz w:val="16"/>
        <w:szCs w:val="16"/>
      </w:rPr>
      <w:fldChar w:fldCharType="begin"/>
    </w:r>
    <w:r w:rsidR="003F5792" w:rsidRPr="003F5792">
      <w:rPr>
        <w:b/>
        <w:bCs/>
        <w:sz w:val="16"/>
        <w:szCs w:val="16"/>
      </w:rPr>
      <w:instrText>NUMPAGES  \* Arabic  \* MERGEFORMAT</w:instrText>
    </w:r>
    <w:r w:rsidR="003F5792" w:rsidRPr="003F5792">
      <w:rPr>
        <w:b/>
        <w:bCs/>
        <w:sz w:val="16"/>
        <w:szCs w:val="16"/>
      </w:rPr>
      <w:fldChar w:fldCharType="separate"/>
    </w:r>
    <w:r w:rsidR="003F5792" w:rsidRPr="003F5792">
      <w:rPr>
        <w:b/>
        <w:bCs/>
        <w:sz w:val="16"/>
        <w:szCs w:val="16"/>
      </w:rPr>
      <w:t>2</w:t>
    </w:r>
    <w:r w:rsidR="003F5792" w:rsidRPr="003F5792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D94A5" w14:textId="77777777" w:rsidR="00007A97" w:rsidRDefault="00007A97">
      <w:pPr>
        <w:spacing w:after="0" w:line="240" w:lineRule="auto"/>
      </w:pPr>
      <w:r>
        <w:separator/>
      </w:r>
    </w:p>
  </w:footnote>
  <w:footnote w:type="continuationSeparator" w:id="0">
    <w:p w14:paraId="6CDD8FDC" w14:textId="77777777" w:rsidR="00007A97" w:rsidRDefault="00007A97">
      <w:pPr>
        <w:spacing w:after="0" w:line="240" w:lineRule="auto"/>
      </w:pPr>
      <w:r>
        <w:continuationSeparator/>
      </w:r>
    </w:p>
  </w:footnote>
  <w:footnote w:type="continuationNotice" w:id="1">
    <w:p w14:paraId="0643343F" w14:textId="77777777" w:rsidR="00007A97" w:rsidRDefault="00007A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2E9CD" w14:textId="68C04A5E" w:rsidR="00DC019D" w:rsidRDefault="001A3088">
    <w:pPr>
      <w:pBdr>
        <w:left w:val="single" w:sz="12" w:space="11" w:color="1FB1E6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1386AF" w:themeColor="accent1" w:themeShade="BF"/>
        <w:sz w:val="26"/>
        <w:szCs w:val="26"/>
      </w:rPr>
    </w:pPr>
    <w:sdt>
      <w:sdtPr>
        <w:rPr>
          <w:rFonts w:asciiTheme="majorHAnsi" w:eastAsiaTheme="majorEastAsia" w:hAnsiTheme="majorHAnsi" w:cstheme="majorBidi"/>
          <w:color w:val="1386AF" w:themeColor="accent1" w:themeShade="BF"/>
          <w:sz w:val="26"/>
          <w:szCs w:val="26"/>
        </w:rPr>
        <w:alias w:val="Nombre de la Empresa"/>
        <w:tag w:val="Nombre de la Empresa"/>
        <w:id w:val="-932208079"/>
        <w:placeholder>
          <w:docPart w:val="A52E9138DE9A4FCE8881A26DB26BA1F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15:appearance w15:val="hidden"/>
        <w:text/>
      </w:sdtPr>
      <w:sdtEndPr/>
      <w:sdtContent>
        <w:r w:rsidR="00A8514F">
          <w:rPr>
            <w:rFonts w:asciiTheme="majorHAnsi" w:eastAsiaTheme="majorEastAsia" w:hAnsiTheme="majorHAnsi" w:cstheme="majorBidi"/>
            <w:color w:val="1386AF" w:themeColor="accent1" w:themeShade="BF"/>
            <w:sz w:val="26"/>
            <w:szCs w:val="26"/>
          </w:rPr>
          <w:t xml:space="preserve">Membrete o </w:t>
        </w:r>
        <w:r w:rsidR="00DC019D">
          <w:rPr>
            <w:rFonts w:asciiTheme="majorHAnsi" w:eastAsiaTheme="majorEastAsia" w:hAnsiTheme="majorHAnsi" w:cstheme="majorBidi"/>
            <w:color w:val="1386AF" w:themeColor="accent1" w:themeShade="BF"/>
            <w:sz w:val="26"/>
            <w:szCs w:val="26"/>
          </w:rPr>
          <w:t>Nombre de la Empresa u Organización</w:t>
        </w:r>
      </w:sdtContent>
    </w:sdt>
    <w:r w:rsidR="00DC019D">
      <w:rPr>
        <w:rFonts w:asciiTheme="majorHAnsi" w:eastAsiaTheme="majorEastAsia" w:hAnsiTheme="majorHAnsi" w:cstheme="majorBidi"/>
        <w:color w:val="1386AF" w:themeColor="accent1" w:themeShade="BF"/>
        <w:sz w:val="26"/>
        <w:szCs w:val="26"/>
      </w:rPr>
      <w:t xml:space="preserve"> </w:t>
    </w:r>
  </w:p>
  <w:p w14:paraId="39A0F05D" w14:textId="77777777" w:rsidR="00DC019D" w:rsidRDefault="00DC01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A52E086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0F286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0021616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28017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1FA8F50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FC1BA0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2CDE1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3878A2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7C5BDA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CC549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92F81"/>
    <w:multiLevelType w:val="hybridMultilevel"/>
    <w:tmpl w:val="35BE1F70"/>
    <w:lvl w:ilvl="0" w:tplc="73CA687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4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AC7E6">
      <w:numFmt w:val="bullet"/>
      <w:lvlText w:val="-"/>
      <w:lvlJc w:val="left"/>
      <w:pPr>
        <w:ind w:left="3600" w:hanging="360"/>
      </w:pPr>
      <w:rPr>
        <w:rFonts w:ascii="Gill Sans Infant MT" w:eastAsia="Times New Roman" w:hAnsi="Gill Sans Infant MT" w:cs="Arial" w:hint="default"/>
      </w:rPr>
    </w:lvl>
    <w:lvl w:ilvl="5" w:tplc="4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9256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36866419">
    <w:abstractNumId w:val="9"/>
  </w:num>
  <w:num w:numId="2" w16cid:durableId="373239296">
    <w:abstractNumId w:val="7"/>
  </w:num>
  <w:num w:numId="3" w16cid:durableId="389304358">
    <w:abstractNumId w:val="6"/>
  </w:num>
  <w:num w:numId="4" w16cid:durableId="115947431">
    <w:abstractNumId w:val="5"/>
  </w:num>
  <w:num w:numId="5" w16cid:durableId="1595362867">
    <w:abstractNumId w:val="4"/>
  </w:num>
  <w:num w:numId="6" w16cid:durableId="1018894935">
    <w:abstractNumId w:val="8"/>
  </w:num>
  <w:num w:numId="7" w16cid:durableId="317851947">
    <w:abstractNumId w:val="3"/>
  </w:num>
  <w:num w:numId="8" w16cid:durableId="120265346">
    <w:abstractNumId w:val="2"/>
  </w:num>
  <w:num w:numId="9" w16cid:durableId="593978334">
    <w:abstractNumId w:val="1"/>
  </w:num>
  <w:num w:numId="10" w16cid:durableId="1031806169">
    <w:abstractNumId w:val="0"/>
  </w:num>
  <w:num w:numId="11" w16cid:durableId="102968375">
    <w:abstractNumId w:val="10"/>
  </w:num>
  <w:num w:numId="12" w16cid:durableId="12112637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D5"/>
    <w:rsid w:val="00007A97"/>
    <w:rsid w:val="00043604"/>
    <w:rsid w:val="000456BE"/>
    <w:rsid w:val="000C63F5"/>
    <w:rsid w:val="000D4B02"/>
    <w:rsid w:val="000E427C"/>
    <w:rsid w:val="0011104A"/>
    <w:rsid w:val="00152637"/>
    <w:rsid w:val="00157E95"/>
    <w:rsid w:val="001738DE"/>
    <w:rsid w:val="00180CB8"/>
    <w:rsid w:val="00196F52"/>
    <w:rsid w:val="001A3088"/>
    <w:rsid w:val="001A62AA"/>
    <w:rsid w:val="001B12FC"/>
    <w:rsid w:val="001B2C64"/>
    <w:rsid w:val="001E3ECD"/>
    <w:rsid w:val="00206C32"/>
    <w:rsid w:val="00212B8B"/>
    <w:rsid w:val="00226C2A"/>
    <w:rsid w:val="00233897"/>
    <w:rsid w:val="002502B0"/>
    <w:rsid w:val="002A5194"/>
    <w:rsid w:val="002E3940"/>
    <w:rsid w:val="003148A7"/>
    <w:rsid w:val="003459AF"/>
    <w:rsid w:val="00366897"/>
    <w:rsid w:val="003E62C9"/>
    <w:rsid w:val="003F5792"/>
    <w:rsid w:val="00402E5B"/>
    <w:rsid w:val="00420EE8"/>
    <w:rsid w:val="00474DB3"/>
    <w:rsid w:val="004B5F5C"/>
    <w:rsid w:val="00505394"/>
    <w:rsid w:val="005068ED"/>
    <w:rsid w:val="00552E02"/>
    <w:rsid w:val="005679B2"/>
    <w:rsid w:val="00596DAF"/>
    <w:rsid w:val="005C2394"/>
    <w:rsid w:val="005E6428"/>
    <w:rsid w:val="00664874"/>
    <w:rsid w:val="00667EF9"/>
    <w:rsid w:val="0067573B"/>
    <w:rsid w:val="00687E79"/>
    <w:rsid w:val="00693B7B"/>
    <w:rsid w:val="006B4B95"/>
    <w:rsid w:val="006D6199"/>
    <w:rsid w:val="00703281"/>
    <w:rsid w:val="0074728F"/>
    <w:rsid w:val="0076550F"/>
    <w:rsid w:val="00770EBF"/>
    <w:rsid w:val="00771450"/>
    <w:rsid w:val="00781130"/>
    <w:rsid w:val="007A4DE3"/>
    <w:rsid w:val="007E520D"/>
    <w:rsid w:val="00801685"/>
    <w:rsid w:val="00844A54"/>
    <w:rsid w:val="008565E1"/>
    <w:rsid w:val="00887877"/>
    <w:rsid w:val="008B0639"/>
    <w:rsid w:val="008D333F"/>
    <w:rsid w:val="009B1564"/>
    <w:rsid w:val="009C0138"/>
    <w:rsid w:val="009D3612"/>
    <w:rsid w:val="009E1805"/>
    <w:rsid w:val="00A11ED5"/>
    <w:rsid w:val="00A41894"/>
    <w:rsid w:val="00A6303D"/>
    <w:rsid w:val="00A671F0"/>
    <w:rsid w:val="00A70A87"/>
    <w:rsid w:val="00A8514F"/>
    <w:rsid w:val="00AD6810"/>
    <w:rsid w:val="00B03917"/>
    <w:rsid w:val="00B21C59"/>
    <w:rsid w:val="00B24906"/>
    <w:rsid w:val="00B6215D"/>
    <w:rsid w:val="00BB689B"/>
    <w:rsid w:val="00BD004C"/>
    <w:rsid w:val="00BD1BF3"/>
    <w:rsid w:val="00BE1F59"/>
    <w:rsid w:val="00C34ABE"/>
    <w:rsid w:val="00C55551"/>
    <w:rsid w:val="00C90BFD"/>
    <w:rsid w:val="00D67ECD"/>
    <w:rsid w:val="00DB45B9"/>
    <w:rsid w:val="00DC019D"/>
    <w:rsid w:val="00DC6C63"/>
    <w:rsid w:val="00DF2516"/>
    <w:rsid w:val="00DF7494"/>
    <w:rsid w:val="00E47714"/>
    <w:rsid w:val="00E56E1F"/>
    <w:rsid w:val="00E66827"/>
    <w:rsid w:val="00E66FCF"/>
    <w:rsid w:val="00EC0659"/>
    <w:rsid w:val="00F06AC7"/>
    <w:rsid w:val="00F11302"/>
    <w:rsid w:val="00F237BF"/>
    <w:rsid w:val="00F262F2"/>
    <w:rsid w:val="00F407D1"/>
    <w:rsid w:val="00F607FD"/>
    <w:rsid w:val="00F70288"/>
    <w:rsid w:val="00F71D57"/>
    <w:rsid w:val="00F71D9C"/>
    <w:rsid w:val="00F87263"/>
    <w:rsid w:val="00FA1716"/>
    <w:rsid w:val="00FC798D"/>
    <w:rsid w:val="00FE214F"/>
    <w:rsid w:val="00FF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2375D9"/>
  <w15:chartTrackingRefBased/>
  <w15:docId w15:val="{0E65A9D2-E30C-46A5-9119-227E3EC7B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22"/>
        <w:szCs w:val="22"/>
        <w:lang w:val="es-ES" w:eastAsia="en-US" w:bidi="ar-SA"/>
        <w14:ligatures w14:val="standard"/>
      </w:rPr>
    </w:rPrDefault>
    <w:pPrDefault>
      <w:pPr>
        <w:spacing w:after="200" w:line="288" w:lineRule="auto"/>
        <w:ind w:left="792" w:right="79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5E1"/>
  </w:style>
  <w:style w:type="paragraph" w:styleId="Ttulo1">
    <w:name w:val="heading 1"/>
    <w:basedOn w:val="Normal"/>
    <w:next w:val="Normal"/>
    <w:link w:val="Ttulo1Car"/>
    <w:uiPriority w:val="9"/>
    <w:qFormat/>
    <w:rsid w:val="000456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56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068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56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56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D5975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068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D5874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068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068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068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"/>
    <w:qFormat/>
    <w:rsid w:val="005C2394"/>
    <w:pPr>
      <w:pBdr>
        <w:bottom w:val="thickThinLargeGap" w:sz="12" w:space="5" w:color="0D5975" w:themeColor="accent1" w:themeShade="80"/>
      </w:pBdr>
      <w:spacing w:after="0" w:line="240" w:lineRule="auto"/>
      <w:ind w:left="0" w:right="0"/>
      <w:contextualSpacing/>
    </w:pPr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character" w:customStyle="1" w:styleId="TtuloCar">
    <w:name w:val="Título Car"/>
    <w:basedOn w:val="Fuentedeprrafopredeter"/>
    <w:link w:val="Ttulo"/>
    <w:uiPriority w:val="1"/>
    <w:rsid w:val="005C2394"/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paragraph" w:customStyle="1" w:styleId="Informacindecontacto">
    <w:name w:val="Información de contacto"/>
    <w:basedOn w:val="Normal"/>
    <w:uiPriority w:val="2"/>
    <w:qFormat/>
    <w:rsid w:val="005C2394"/>
    <w:pPr>
      <w:spacing w:before="40" w:after="1400" w:line="240" w:lineRule="auto"/>
      <w:ind w:left="0" w:right="0"/>
      <w:contextualSpacing/>
    </w:pPr>
    <w:rPr>
      <w:color w:val="595959" w:themeColor="text1" w:themeTint="A6"/>
    </w:rPr>
  </w:style>
  <w:style w:type="character" w:styleId="Textoennegrita">
    <w:name w:val="Strong"/>
    <w:basedOn w:val="Fuentedeprrafopredeter"/>
    <w:uiPriority w:val="3"/>
    <w:qFormat/>
    <w:rsid w:val="000456BE"/>
    <w:rPr>
      <w:b w:val="0"/>
      <w:bCs w:val="0"/>
      <w:color w:val="0D5975" w:themeColor="accent1" w:themeShade="80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Cierre">
    <w:name w:val="Closing"/>
    <w:basedOn w:val="Normal"/>
    <w:link w:val="CierreCar"/>
    <w:uiPriority w:val="6"/>
    <w:qFormat/>
    <w:rsid w:val="001A62AA"/>
    <w:pPr>
      <w:spacing w:after="640" w:line="240" w:lineRule="auto"/>
      <w:contextualSpacing/>
    </w:pPr>
  </w:style>
  <w:style w:type="character" w:customStyle="1" w:styleId="CierreCar">
    <w:name w:val="Cierre Car"/>
    <w:basedOn w:val="Fuentedeprrafopredeter"/>
    <w:link w:val="Cierre"/>
    <w:uiPriority w:val="6"/>
    <w:rsid w:val="001A62AA"/>
  </w:style>
  <w:style w:type="paragraph" w:styleId="Fecha">
    <w:name w:val="Date"/>
    <w:basedOn w:val="Normal"/>
    <w:next w:val="Normal"/>
    <w:link w:val="FechaCar"/>
    <w:uiPriority w:val="4"/>
    <w:qFormat/>
    <w:pPr>
      <w:spacing w:after="800" w:line="240" w:lineRule="auto"/>
      <w:contextualSpacing/>
    </w:pPr>
  </w:style>
  <w:style w:type="character" w:customStyle="1" w:styleId="FechaCar">
    <w:name w:val="Fecha Car"/>
    <w:basedOn w:val="Fuentedeprrafopredeter"/>
    <w:link w:val="Fecha"/>
    <w:uiPriority w:val="4"/>
    <w:rsid w:val="00801685"/>
  </w:style>
  <w:style w:type="paragraph" w:styleId="Encabezado">
    <w:name w:val="header"/>
    <w:basedOn w:val="Normal"/>
    <w:link w:val="EncabezadoCar"/>
    <w:uiPriority w:val="99"/>
    <w:unhideWhenUsed/>
    <w:rsid w:val="00BD1BF3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1BF3"/>
  </w:style>
  <w:style w:type="paragraph" w:styleId="Piedepgina">
    <w:name w:val="footer"/>
    <w:basedOn w:val="Normal"/>
    <w:link w:val="PiedepginaCar"/>
    <w:uiPriority w:val="99"/>
    <w:unhideWhenUsed/>
    <w:qFormat/>
    <w:rsid w:val="0076550F"/>
    <w:pPr>
      <w:pBdr>
        <w:between w:val="single" w:sz="8" w:space="5" w:color="0D5975" w:themeColor="accent1" w:themeShade="80"/>
      </w:pBdr>
      <w:spacing w:after="0" w:line="240" w:lineRule="auto"/>
      <w:ind w:left="0" w:right="0"/>
    </w:pPr>
    <w:rPr>
      <w:color w:val="595959" w:themeColor="text1" w:themeTint="A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6550F"/>
    <w:rPr>
      <w:color w:val="595959" w:themeColor="text1" w:themeTint="A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68ED"/>
    <w:rPr>
      <w:rFonts w:ascii="Segoe UI" w:hAnsi="Segoe UI" w:cs="Segoe UI"/>
      <w:szCs w:val="18"/>
    </w:rPr>
  </w:style>
  <w:style w:type="paragraph" w:styleId="Bibliografa">
    <w:name w:val="Bibliography"/>
    <w:basedOn w:val="Normal"/>
    <w:next w:val="Normal"/>
    <w:uiPriority w:val="37"/>
    <w:semiHidden/>
    <w:unhideWhenUsed/>
    <w:rsid w:val="005068ED"/>
  </w:style>
  <w:style w:type="paragraph" w:styleId="Textodebloque">
    <w:name w:val="Block Text"/>
    <w:basedOn w:val="Normal"/>
    <w:uiPriority w:val="99"/>
    <w:semiHidden/>
    <w:unhideWhenUsed/>
    <w:rsid w:val="005068ED"/>
    <w:pPr>
      <w:pBdr>
        <w:top w:val="single" w:sz="2" w:space="10" w:color="1FB1E6" w:themeColor="accent1"/>
        <w:left w:val="single" w:sz="2" w:space="10" w:color="1FB1E6" w:themeColor="accent1"/>
        <w:bottom w:val="single" w:sz="2" w:space="10" w:color="1FB1E6" w:themeColor="accent1"/>
        <w:right w:val="single" w:sz="2" w:space="10" w:color="1FB1E6" w:themeColor="accent1"/>
      </w:pBdr>
      <w:ind w:left="1152" w:right="1152"/>
    </w:pPr>
    <w:rPr>
      <w:rFonts w:eastAsiaTheme="minorEastAsia"/>
      <w:i/>
      <w:iCs/>
      <w:color w:val="1FB1E6" w:themeColor="accent1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068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068ED"/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068E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068ED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5068ED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5068ED"/>
    <w:rPr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068ED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068ED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068ED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068ED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068ED"/>
    <w:pPr>
      <w:spacing w:after="20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068ED"/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068E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068ED"/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068ED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068ED"/>
    <w:rPr>
      <w:szCs w:val="16"/>
    </w:rPr>
  </w:style>
  <w:style w:type="character" w:styleId="Ttulodellibro">
    <w:name w:val="Book Title"/>
    <w:basedOn w:val="Fuentedeprrafopredeter"/>
    <w:uiPriority w:val="33"/>
    <w:semiHidden/>
    <w:unhideWhenUsed/>
    <w:qFormat/>
    <w:rsid w:val="000C63F5"/>
    <w:rPr>
      <w:b/>
      <w:bCs/>
      <w:i/>
      <w:iCs/>
      <w:spacing w:val="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5068ED"/>
    <w:pPr>
      <w:spacing w:line="240" w:lineRule="auto"/>
    </w:pPr>
    <w:rPr>
      <w:i/>
      <w:iCs/>
      <w:color w:val="4B4B4B" w:themeColor="text2"/>
      <w:szCs w:val="18"/>
    </w:rPr>
  </w:style>
  <w:style w:type="table" w:styleId="Cuadrculavistosa">
    <w:name w:val="Colorful Grid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</w:rPr>
      <w:tblPr/>
      <w:tcPr>
        <w:shd w:val="clear" w:color="auto" w:fill="A5DFF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5DFF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</w:rPr>
      <w:tblPr/>
      <w:tcPr>
        <w:shd w:val="clear" w:color="auto" w:fill="D3E7A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E7A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</w:rPr>
      <w:tblPr/>
      <w:tcPr>
        <w:shd w:val="clear" w:color="auto" w:fill="FDCD9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CD9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</w:rPr>
      <w:tblPr/>
      <w:tcPr>
        <w:shd w:val="clear" w:color="auto" w:fill="F9C0D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D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</w:rPr>
      <w:tblPr/>
      <w:tcPr>
        <w:shd w:val="clear" w:color="auto" w:fill="D9B9D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B9D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</w:rPr>
      <w:tblPr/>
      <w:tcPr>
        <w:shd w:val="clear" w:color="auto" w:fill="CCCCC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7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A245C" w:themeFill="accent4" w:themeFillShade="CC"/>
      </w:tcPr>
    </w:tblStylePr>
    <w:tblStylePr w:type="lastRow">
      <w:rPr>
        <w:b/>
        <w:bCs/>
        <w:color w:val="EA245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6802" w:themeFill="accent3" w:themeFillShade="CC"/>
      </w:tcPr>
    </w:tblStylePr>
    <w:tblStylePr w:type="lastRow">
      <w:rPr>
        <w:b/>
        <w:bCs/>
        <w:color w:val="C568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D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6" w:themeFillShade="CC"/>
      </w:tcPr>
    </w:tblStylePr>
    <w:tblStylePr w:type="lastRow">
      <w:rPr>
        <w:b/>
        <w:bCs/>
        <w:color w:val="66666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4283" w:themeFill="accent5" w:themeFillShade="CC"/>
      </w:tcPr>
    </w:tblStylePr>
    <w:tblStylePr w:type="lastRow">
      <w:rPr>
        <w:b/>
        <w:bCs/>
        <w:color w:val="7F428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7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6B8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6B8C" w:themeColor="accent1" w:themeShade="99"/>
          <w:insideV w:val="nil"/>
        </w:tcBorders>
        <w:shd w:val="clear" w:color="auto" w:fill="0F6B8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6B8C" w:themeFill="accent1" w:themeFillShade="99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8FD8F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6E1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6E1D" w:themeColor="accent2" w:themeShade="99"/>
          <w:insideV w:val="nil"/>
        </w:tcBorders>
        <w:shd w:val="clear" w:color="auto" w:fill="556E1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6E1D" w:themeFill="accent2" w:themeFillShade="99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C9E29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628B" w:themeColor="accent4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4E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4E01" w:themeColor="accent3" w:themeShade="99"/>
          <w:insideV w:val="nil"/>
        </w:tcBorders>
        <w:shd w:val="clear" w:color="auto" w:fill="944E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E01" w:themeFill="accent3" w:themeFillShade="99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8303" w:themeColor="accent3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8114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81141" w:themeColor="accent4" w:themeShade="99"/>
          <w:insideV w:val="nil"/>
        </w:tcBorders>
        <w:shd w:val="clear" w:color="auto" w:fill="B8114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1141" w:themeFill="accent4" w:themeFillShade="99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7B0C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6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D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316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3162" w:themeColor="accent5" w:themeShade="99"/>
          <w:insideV w:val="nil"/>
        </w:tcBorders>
        <w:shd w:val="clear" w:color="auto" w:fill="5F316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3162" w:themeFill="accent5" w:themeFillShade="99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0A8D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053A5" w:themeColor="accent5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6" w:themeShade="99"/>
          <w:insideV w:val="nil"/>
        </w:tcBorders>
        <w:shd w:val="clear" w:color="auto" w:fill="4C4C4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6" w:themeFillShade="99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BFBFB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068ED"/>
    <w:rPr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068ED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068ED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68E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068ED"/>
    <w:rPr>
      <w:b/>
      <w:bCs/>
      <w:szCs w:val="20"/>
    </w:rPr>
  </w:style>
  <w:style w:type="table" w:styleId="Listaoscura">
    <w:name w:val="Dark List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587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386A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5B1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8A2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40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61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90E3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165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2952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3E7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068ED"/>
    <w:rPr>
      <w:rFonts w:ascii="Segoe UI" w:hAnsi="Segoe UI" w:cs="Segoe UI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068ED"/>
    <w:pPr>
      <w:spacing w:after="0" w:line="240" w:lineRule="auto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068ED"/>
  </w:style>
  <w:style w:type="character" w:styleId="nfasis">
    <w:name w:val="Emphasis"/>
    <w:basedOn w:val="Fuentedeprrafopredeter"/>
    <w:uiPriority w:val="20"/>
    <w:semiHidden/>
    <w:unhideWhenUsed/>
    <w:qFormat/>
    <w:rsid w:val="005068ED"/>
    <w:rPr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5068E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068ED"/>
    <w:rPr>
      <w:szCs w:val="20"/>
    </w:rPr>
  </w:style>
  <w:style w:type="paragraph" w:styleId="Direccinsobre">
    <w:name w:val="envelope address"/>
    <w:basedOn w:val="Normal"/>
    <w:uiPriority w:val="99"/>
    <w:semiHidden/>
    <w:unhideWhenUsed/>
    <w:rsid w:val="005068E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5068ED"/>
    <w:rPr>
      <w:color w:val="A053A5" w:themeColor="followed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sid w:val="005068E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068ED"/>
    <w:rPr>
      <w:szCs w:val="20"/>
    </w:rPr>
  </w:style>
  <w:style w:type="table" w:styleId="Tablaconcuadrcula1clara">
    <w:name w:val="Grid Table 1 Light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5DFF5" w:themeColor="accent1" w:themeTint="66"/>
        <w:left w:val="single" w:sz="4" w:space="0" w:color="A5DFF5" w:themeColor="accent1" w:themeTint="66"/>
        <w:bottom w:val="single" w:sz="4" w:space="0" w:color="A5DFF5" w:themeColor="accent1" w:themeTint="66"/>
        <w:right w:val="single" w:sz="4" w:space="0" w:color="A5DFF5" w:themeColor="accent1" w:themeTint="66"/>
        <w:insideH w:val="single" w:sz="4" w:space="0" w:color="A5DFF5" w:themeColor="accent1" w:themeTint="66"/>
        <w:insideV w:val="single" w:sz="4" w:space="0" w:color="A5DFF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3E7A7" w:themeColor="accent2" w:themeTint="66"/>
        <w:left w:val="single" w:sz="4" w:space="0" w:color="D3E7A7" w:themeColor="accent2" w:themeTint="66"/>
        <w:bottom w:val="single" w:sz="4" w:space="0" w:color="D3E7A7" w:themeColor="accent2" w:themeTint="66"/>
        <w:right w:val="single" w:sz="4" w:space="0" w:color="D3E7A7" w:themeColor="accent2" w:themeTint="66"/>
        <w:insideH w:val="single" w:sz="4" w:space="0" w:color="D3E7A7" w:themeColor="accent2" w:themeTint="66"/>
        <w:insideV w:val="single" w:sz="4" w:space="0" w:color="D3E7A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CD98" w:themeColor="accent3" w:themeTint="66"/>
        <w:left w:val="single" w:sz="4" w:space="0" w:color="FDCD98" w:themeColor="accent3" w:themeTint="66"/>
        <w:bottom w:val="single" w:sz="4" w:space="0" w:color="FDCD98" w:themeColor="accent3" w:themeTint="66"/>
        <w:right w:val="single" w:sz="4" w:space="0" w:color="FDCD98" w:themeColor="accent3" w:themeTint="66"/>
        <w:insideH w:val="single" w:sz="4" w:space="0" w:color="FDCD98" w:themeColor="accent3" w:themeTint="66"/>
        <w:insideV w:val="single" w:sz="4" w:space="0" w:color="FDCD9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9C0D0" w:themeColor="accent4" w:themeTint="66"/>
        <w:left w:val="single" w:sz="4" w:space="0" w:color="F9C0D0" w:themeColor="accent4" w:themeTint="66"/>
        <w:bottom w:val="single" w:sz="4" w:space="0" w:color="F9C0D0" w:themeColor="accent4" w:themeTint="66"/>
        <w:right w:val="single" w:sz="4" w:space="0" w:color="F9C0D0" w:themeColor="accent4" w:themeTint="66"/>
        <w:insideH w:val="single" w:sz="4" w:space="0" w:color="F9C0D0" w:themeColor="accent4" w:themeTint="66"/>
        <w:insideV w:val="single" w:sz="4" w:space="0" w:color="F9C0D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9B9DB" w:themeColor="accent5" w:themeTint="66"/>
        <w:left w:val="single" w:sz="4" w:space="0" w:color="D9B9DB" w:themeColor="accent5" w:themeTint="66"/>
        <w:bottom w:val="single" w:sz="4" w:space="0" w:color="D9B9DB" w:themeColor="accent5" w:themeTint="66"/>
        <w:right w:val="single" w:sz="4" w:space="0" w:color="D9B9DB" w:themeColor="accent5" w:themeTint="66"/>
        <w:insideH w:val="single" w:sz="4" w:space="0" w:color="D9B9DB" w:themeColor="accent5" w:themeTint="66"/>
        <w:insideV w:val="single" w:sz="4" w:space="0" w:color="D9B9D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6" w:themeTint="66"/>
        <w:left w:val="single" w:sz="4" w:space="0" w:color="CCCCCC" w:themeColor="accent6" w:themeTint="66"/>
        <w:bottom w:val="single" w:sz="4" w:space="0" w:color="CCCCCC" w:themeColor="accent6" w:themeTint="66"/>
        <w:right w:val="single" w:sz="4" w:space="0" w:color="CCCCCC" w:themeColor="accent6" w:themeTint="66"/>
        <w:insideH w:val="single" w:sz="4" w:space="0" w:color="CCCCCC" w:themeColor="accent6" w:themeTint="66"/>
        <w:insideV w:val="single" w:sz="4" w:space="0" w:color="CCCCC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78D0F0" w:themeColor="accent1" w:themeTint="99"/>
        <w:bottom w:val="single" w:sz="2" w:space="0" w:color="78D0F0" w:themeColor="accent1" w:themeTint="99"/>
        <w:insideH w:val="single" w:sz="2" w:space="0" w:color="78D0F0" w:themeColor="accent1" w:themeTint="99"/>
        <w:insideV w:val="single" w:sz="2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D0F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EDC7C" w:themeColor="accent2" w:themeTint="99"/>
        <w:bottom w:val="single" w:sz="2" w:space="0" w:color="BEDC7C" w:themeColor="accent2" w:themeTint="99"/>
        <w:insideH w:val="single" w:sz="2" w:space="0" w:color="BEDC7C" w:themeColor="accent2" w:themeTint="99"/>
        <w:insideV w:val="single" w:sz="2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C7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DB464" w:themeColor="accent3" w:themeTint="99"/>
        <w:bottom w:val="single" w:sz="2" w:space="0" w:color="FDB464" w:themeColor="accent3" w:themeTint="99"/>
        <w:insideH w:val="single" w:sz="2" w:space="0" w:color="FDB464" w:themeColor="accent3" w:themeTint="99"/>
        <w:insideV w:val="single" w:sz="2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DB46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6A0B9" w:themeColor="accent4" w:themeTint="99"/>
        <w:bottom w:val="single" w:sz="2" w:space="0" w:color="F6A0B9" w:themeColor="accent4" w:themeTint="99"/>
        <w:insideH w:val="single" w:sz="2" w:space="0" w:color="F6A0B9" w:themeColor="accent4" w:themeTint="99"/>
        <w:insideV w:val="single" w:sz="2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0B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C796CA" w:themeColor="accent5" w:themeTint="99"/>
        <w:bottom w:val="single" w:sz="2" w:space="0" w:color="C796CA" w:themeColor="accent5" w:themeTint="99"/>
        <w:insideH w:val="single" w:sz="2" w:space="0" w:color="C796CA" w:themeColor="accent5" w:themeTint="99"/>
        <w:insideV w:val="single" w:sz="2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796C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6" w:themeTint="99"/>
        <w:bottom w:val="single" w:sz="2" w:space="0" w:color="B2B2B2" w:themeColor="accent6" w:themeTint="99"/>
        <w:insideH w:val="single" w:sz="2" w:space="0" w:color="B2B2B2" w:themeColor="accent6" w:themeTint="99"/>
        <w:insideV w:val="single" w:sz="2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cuadrcula3">
    <w:name w:val="Grid Table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A5DFF5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D3E7A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D98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9C0D0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9B9DB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CCCCCC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0456BE"/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56BE"/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068ED"/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068E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068E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nimoHTML">
    <w:name w:val="HTML Acronym"/>
    <w:basedOn w:val="Fuentedeprrafopredeter"/>
    <w:uiPriority w:val="99"/>
    <w:semiHidden/>
    <w:unhideWhenUsed/>
    <w:rsid w:val="005068ED"/>
  </w:style>
  <w:style w:type="paragraph" w:styleId="DireccinHTML">
    <w:name w:val="HTML Address"/>
    <w:basedOn w:val="Normal"/>
    <w:link w:val="DireccinHTMLCar"/>
    <w:uiPriority w:val="99"/>
    <w:semiHidden/>
    <w:unhideWhenUsed/>
    <w:rsid w:val="005068ED"/>
    <w:pPr>
      <w:spacing w:after="0" w:line="240" w:lineRule="auto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068ED"/>
    <w:rPr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5068ED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068ED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068ED"/>
    <w:rPr>
      <w:rFonts w:ascii="Consolas" w:hAnsi="Consolas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068ED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068ED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068ED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21"/>
    <w:semiHidden/>
    <w:unhideWhenUsed/>
    <w:qFormat/>
    <w:rsid w:val="000456BE"/>
    <w:rPr>
      <w:i/>
      <w:iCs/>
      <w:color w:val="0D5975" w:themeColor="accent1" w:themeShade="80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0C63F5"/>
    <w:pPr>
      <w:pBdr>
        <w:top w:val="single" w:sz="4" w:space="10" w:color="0D5975" w:themeColor="accent1" w:themeShade="80"/>
        <w:bottom w:val="single" w:sz="4" w:space="10" w:color="0D5975" w:themeColor="accent1" w:themeShade="80"/>
      </w:pBdr>
      <w:spacing w:before="360" w:after="360"/>
      <w:ind w:left="0" w:right="0"/>
      <w:jc w:val="center"/>
    </w:pPr>
    <w:rPr>
      <w:i/>
      <w:iCs/>
      <w:color w:val="0D5975" w:themeColor="accent1" w:themeShade="80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0C63F5"/>
    <w:rPr>
      <w:i/>
      <w:iCs/>
      <w:color w:val="0D5975" w:themeColor="accent1" w:themeShade="80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0C63F5"/>
    <w:rPr>
      <w:b/>
      <w:bCs/>
      <w:caps w:val="0"/>
      <w:smallCaps/>
      <w:color w:val="0D5975" w:themeColor="accent1" w:themeShade="80"/>
      <w:spacing w:val="0"/>
    </w:rPr>
  </w:style>
  <w:style w:type="table" w:styleId="Cuadrculaclara">
    <w:name w:val="Light Grid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1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  <w:shd w:val="clear" w:color="auto" w:fill="C7EBF8" w:themeFill="accent1" w:themeFillTint="3F"/>
      </w:tcPr>
    </w:tblStylePr>
    <w:tblStylePr w:type="band2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1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  <w:shd w:val="clear" w:color="auto" w:fill="E4F0C8" w:themeFill="accent2" w:themeFillTint="3F"/>
      </w:tcPr>
    </w:tblStylePr>
    <w:tblStylePr w:type="band2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1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  <w:shd w:val="clear" w:color="auto" w:fill="FEE0BF" w:themeFill="accent3" w:themeFillTint="3F"/>
      </w:tcPr>
    </w:tblStylePr>
    <w:tblStylePr w:type="band2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1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  <w:shd w:val="clear" w:color="auto" w:fill="FBD8E2" w:themeFill="accent4" w:themeFillTint="3F"/>
      </w:tcPr>
    </w:tblStylePr>
    <w:tblStylePr w:type="band2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1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  <w:shd w:val="clear" w:color="auto" w:fill="E7D3E9" w:themeFill="accent5" w:themeFillTint="3F"/>
      </w:tcPr>
    </w:tblStylePr>
    <w:tblStylePr w:type="band2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1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  <w:shd w:val="clear" w:color="auto" w:fill="DFDFDF" w:themeFill="accent6" w:themeFillTint="3F"/>
      </w:tcPr>
    </w:tblStylePr>
    <w:tblStylePr w:type="band2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5068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5068ED"/>
  </w:style>
  <w:style w:type="paragraph" w:styleId="Lista">
    <w:name w:val="List"/>
    <w:basedOn w:val="Normal"/>
    <w:uiPriority w:val="99"/>
    <w:semiHidden/>
    <w:unhideWhenUsed/>
    <w:rsid w:val="005068ED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5068ED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5068ED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5068ED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5068ED"/>
    <w:pPr>
      <w:ind w:left="1800" w:hanging="360"/>
      <w:contextualSpacing/>
    </w:pPr>
  </w:style>
  <w:style w:type="paragraph" w:styleId="Listaconvietas">
    <w:name w:val="List Bullet"/>
    <w:basedOn w:val="Normal"/>
    <w:uiPriority w:val="99"/>
    <w:semiHidden/>
    <w:unhideWhenUsed/>
    <w:rsid w:val="005068ED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5068ED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5068ED"/>
    <w:pPr>
      <w:numPr>
        <w:numId w:val="3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5068ED"/>
    <w:pPr>
      <w:numPr>
        <w:numId w:val="4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5068ED"/>
    <w:pPr>
      <w:numPr>
        <w:numId w:val="5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068E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068E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068ED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068ED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068ED"/>
    <w:pPr>
      <w:spacing w:after="120"/>
      <w:ind w:left="180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5068ED"/>
    <w:pPr>
      <w:numPr>
        <w:numId w:val="6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5068ED"/>
    <w:pPr>
      <w:numPr>
        <w:numId w:val="7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5068ED"/>
    <w:pPr>
      <w:numPr>
        <w:numId w:val="8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5068ED"/>
    <w:pPr>
      <w:numPr>
        <w:numId w:val="9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5068ED"/>
    <w:pPr>
      <w:numPr>
        <w:numId w:val="10"/>
      </w:numPr>
      <w:contextualSpacing/>
    </w:pPr>
  </w:style>
  <w:style w:type="paragraph" w:styleId="Prrafodelista">
    <w:name w:val="List Paragraph"/>
    <w:basedOn w:val="Normal"/>
    <w:uiPriority w:val="34"/>
    <w:semiHidden/>
    <w:unhideWhenUsed/>
    <w:qFormat/>
    <w:rsid w:val="005068ED"/>
    <w:pPr>
      <w:ind w:left="720"/>
      <w:contextualSpacing/>
    </w:pPr>
  </w:style>
  <w:style w:type="table" w:styleId="Tabladelista1clara">
    <w:name w:val="List Table 1 Light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2">
    <w:name w:val="List Table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bottom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bottom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bottom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bottom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bottom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bottom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3">
    <w:name w:val="List Table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1FB1E6" w:themeColor="accent1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FB1E6" w:themeColor="accent1"/>
          <w:right w:val="single" w:sz="4" w:space="0" w:color="1FB1E6" w:themeColor="accent1"/>
        </w:tcBorders>
      </w:tcPr>
    </w:tblStylePr>
    <w:tblStylePr w:type="band1Horz">
      <w:tblPr/>
      <w:tcPr>
        <w:tcBorders>
          <w:top w:val="single" w:sz="4" w:space="0" w:color="1FB1E6" w:themeColor="accent1"/>
          <w:bottom w:val="single" w:sz="4" w:space="0" w:color="1FB1E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FB1E6" w:themeColor="accent1"/>
          <w:left w:val="nil"/>
        </w:tcBorders>
      </w:tcPr>
    </w:tblStylePr>
    <w:tblStylePr w:type="swCell">
      <w:tblPr/>
      <w:tcPr>
        <w:tcBorders>
          <w:top w:val="double" w:sz="4" w:space="0" w:color="1FB1E6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B931" w:themeColor="accent2"/>
          <w:right w:val="single" w:sz="4" w:space="0" w:color="8FB931" w:themeColor="accent2"/>
        </w:tcBorders>
      </w:tcPr>
    </w:tblStylePr>
    <w:tblStylePr w:type="band1Horz">
      <w:tblPr/>
      <w:tcPr>
        <w:tcBorders>
          <w:top w:val="single" w:sz="4" w:space="0" w:color="8FB931" w:themeColor="accent2"/>
          <w:bottom w:val="single" w:sz="4" w:space="0" w:color="8FB9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B931" w:themeColor="accent2"/>
          <w:left w:val="nil"/>
        </w:tcBorders>
      </w:tcPr>
    </w:tblStylePr>
    <w:tblStylePr w:type="swCell">
      <w:tblPr/>
      <w:tcPr>
        <w:tcBorders>
          <w:top w:val="double" w:sz="4" w:space="0" w:color="8FB9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78303" w:themeColor="accent3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8303" w:themeColor="accent3"/>
          <w:right w:val="single" w:sz="4" w:space="0" w:color="F78303" w:themeColor="accent3"/>
        </w:tcBorders>
      </w:tcPr>
    </w:tblStylePr>
    <w:tblStylePr w:type="band1Horz">
      <w:tblPr/>
      <w:tcPr>
        <w:tcBorders>
          <w:top w:val="single" w:sz="4" w:space="0" w:color="F78303" w:themeColor="accent3"/>
          <w:bottom w:val="single" w:sz="4" w:space="0" w:color="F7830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8303" w:themeColor="accent3"/>
          <w:left w:val="nil"/>
        </w:tcBorders>
      </w:tcPr>
    </w:tblStylePr>
    <w:tblStylePr w:type="swCell">
      <w:tblPr/>
      <w:tcPr>
        <w:tcBorders>
          <w:top w:val="double" w:sz="4" w:space="0" w:color="F78303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0628B" w:themeColor="accent4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628B" w:themeColor="accent4"/>
          <w:right w:val="single" w:sz="4" w:space="0" w:color="F0628B" w:themeColor="accent4"/>
        </w:tcBorders>
      </w:tcPr>
    </w:tblStylePr>
    <w:tblStylePr w:type="band1Horz">
      <w:tblPr/>
      <w:tcPr>
        <w:tcBorders>
          <w:top w:val="single" w:sz="4" w:space="0" w:color="F0628B" w:themeColor="accent4"/>
          <w:bottom w:val="single" w:sz="4" w:space="0" w:color="F0628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628B" w:themeColor="accent4"/>
          <w:left w:val="nil"/>
        </w:tcBorders>
      </w:tcPr>
    </w:tblStylePr>
    <w:tblStylePr w:type="swCell">
      <w:tblPr/>
      <w:tcPr>
        <w:tcBorders>
          <w:top w:val="double" w:sz="4" w:space="0" w:color="F0628B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053A5" w:themeColor="accent5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53A5" w:themeColor="accent5"/>
          <w:right w:val="single" w:sz="4" w:space="0" w:color="A053A5" w:themeColor="accent5"/>
        </w:tcBorders>
      </w:tcPr>
    </w:tblStylePr>
    <w:tblStylePr w:type="band1Horz">
      <w:tblPr/>
      <w:tcPr>
        <w:tcBorders>
          <w:top w:val="single" w:sz="4" w:space="0" w:color="A053A5" w:themeColor="accent5"/>
          <w:bottom w:val="single" w:sz="4" w:space="0" w:color="A053A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53A5" w:themeColor="accent5"/>
          <w:left w:val="nil"/>
        </w:tcBorders>
      </w:tcPr>
    </w:tblStylePr>
    <w:tblStylePr w:type="swCell">
      <w:tblPr/>
      <w:tcPr>
        <w:tcBorders>
          <w:top w:val="double" w:sz="4" w:space="0" w:color="A053A5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6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6"/>
          <w:right w:val="single" w:sz="4" w:space="0" w:color="808080" w:themeColor="accent6"/>
        </w:tcBorders>
      </w:tcPr>
    </w:tblStylePr>
    <w:tblStylePr w:type="band1Horz">
      <w:tblPr/>
      <w:tcPr>
        <w:tcBorders>
          <w:top w:val="single" w:sz="4" w:space="0" w:color="808080" w:themeColor="accent6"/>
          <w:bottom w:val="single" w:sz="4" w:space="0" w:color="80808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6"/>
          <w:left w:val="nil"/>
        </w:tcBorders>
      </w:tcPr>
    </w:tblStylePr>
    <w:tblStylePr w:type="swCell">
      <w:tblPr/>
      <w:tcPr>
        <w:tcBorders>
          <w:top w:val="double" w:sz="4" w:space="0" w:color="808080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FB1E6" w:themeColor="accent1"/>
        <w:left w:val="single" w:sz="24" w:space="0" w:color="1FB1E6" w:themeColor="accent1"/>
        <w:bottom w:val="single" w:sz="24" w:space="0" w:color="1FB1E6" w:themeColor="accent1"/>
        <w:right w:val="single" w:sz="24" w:space="0" w:color="1FB1E6" w:themeColor="accent1"/>
      </w:tblBorders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FB931" w:themeColor="accent2"/>
        <w:left w:val="single" w:sz="24" w:space="0" w:color="8FB931" w:themeColor="accent2"/>
        <w:bottom w:val="single" w:sz="24" w:space="0" w:color="8FB931" w:themeColor="accent2"/>
        <w:right w:val="single" w:sz="24" w:space="0" w:color="8FB931" w:themeColor="accent2"/>
      </w:tblBorders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8303" w:themeColor="accent3"/>
        <w:left w:val="single" w:sz="24" w:space="0" w:color="F78303" w:themeColor="accent3"/>
        <w:bottom w:val="single" w:sz="24" w:space="0" w:color="F78303" w:themeColor="accent3"/>
        <w:right w:val="single" w:sz="24" w:space="0" w:color="F78303" w:themeColor="accent3"/>
      </w:tblBorders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628B" w:themeColor="accent4"/>
        <w:left w:val="single" w:sz="24" w:space="0" w:color="F0628B" w:themeColor="accent4"/>
        <w:bottom w:val="single" w:sz="24" w:space="0" w:color="F0628B" w:themeColor="accent4"/>
        <w:right w:val="single" w:sz="24" w:space="0" w:color="F0628B" w:themeColor="accent4"/>
      </w:tblBorders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53A5" w:themeColor="accent5"/>
        <w:left w:val="single" w:sz="24" w:space="0" w:color="A053A5" w:themeColor="accent5"/>
        <w:bottom w:val="single" w:sz="24" w:space="0" w:color="A053A5" w:themeColor="accent5"/>
        <w:right w:val="single" w:sz="24" w:space="0" w:color="A053A5" w:themeColor="accent5"/>
      </w:tblBorders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6"/>
        <w:left w:val="single" w:sz="24" w:space="0" w:color="808080" w:themeColor="accent6"/>
        <w:bottom w:val="single" w:sz="24" w:space="0" w:color="808080" w:themeColor="accent6"/>
        <w:right w:val="single" w:sz="24" w:space="0" w:color="808080" w:themeColor="accent6"/>
      </w:tblBorders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1FB1E6" w:themeColor="accent1"/>
        <w:bottom w:val="single" w:sz="4" w:space="0" w:color="1FB1E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FB1E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8FB931" w:themeColor="accent2"/>
        <w:bottom w:val="single" w:sz="4" w:space="0" w:color="8FB9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FB9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78303" w:themeColor="accent3"/>
        <w:bottom w:val="single" w:sz="4" w:space="0" w:color="F78303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78303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0628B" w:themeColor="accent4"/>
        <w:bottom w:val="single" w:sz="4" w:space="0" w:color="F0628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0628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A053A5" w:themeColor="accent5"/>
        <w:bottom w:val="single" w:sz="4" w:space="0" w:color="A053A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053A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808080" w:themeColor="accent6"/>
        <w:bottom w:val="single" w:sz="4" w:space="0" w:color="80808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FB1E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FB1E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FB1E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FB1E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B9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B9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B9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B9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8303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8303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8303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8303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628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628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628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628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053A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053A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053A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053A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5068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068ED"/>
    <w:rPr>
      <w:rFonts w:ascii="Consolas" w:hAnsi="Consolas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  <w:insideV w:val="single" w:sz="8" w:space="0" w:color="57C4EC" w:themeColor="accent1" w:themeTint="BF"/>
      </w:tblBorders>
    </w:tblPr>
    <w:tcPr>
      <w:shd w:val="clear" w:color="auto" w:fill="C7EBF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7C4E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  <w:insideV w:val="single" w:sz="8" w:space="0" w:color="AED35B" w:themeColor="accent2" w:themeTint="BF"/>
      </w:tblBorders>
    </w:tblPr>
    <w:tcPr>
      <w:shd w:val="clear" w:color="auto" w:fill="E4F0C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D35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  <w:insideV w:val="single" w:sz="8" w:space="0" w:color="FCA13E" w:themeColor="accent3" w:themeTint="BF"/>
      </w:tblBorders>
    </w:tblPr>
    <w:tcPr>
      <w:shd w:val="clear" w:color="auto" w:fill="FEE0B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A13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  <w:insideV w:val="single" w:sz="8" w:space="0" w:color="F389A7" w:themeColor="accent4" w:themeTint="BF"/>
      </w:tblBorders>
    </w:tblPr>
    <w:tcPr>
      <w:shd w:val="clear" w:color="auto" w:fill="FBD8E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89A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  <w:insideV w:val="single" w:sz="8" w:space="0" w:color="B97CBD" w:themeColor="accent5" w:themeTint="BF"/>
      </w:tblBorders>
    </w:tblPr>
    <w:tcPr>
      <w:shd w:val="clear" w:color="auto" w:fill="E7D3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7CB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  <w:insideV w:val="single" w:sz="8" w:space="0" w:color="9F9F9F" w:themeColor="accent6" w:themeTint="BF"/>
      </w:tblBorders>
    </w:tblPr>
    <w:tcPr>
      <w:shd w:val="clear" w:color="auto" w:fill="DFDFD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cPr>
      <w:shd w:val="clear" w:color="auto" w:fill="C7EBF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8F7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FFA" w:themeFill="accent1" w:themeFillTint="33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tcBorders>
          <w:insideH w:val="single" w:sz="6" w:space="0" w:color="1FB1E6" w:themeColor="accent1"/>
          <w:insideV w:val="single" w:sz="6" w:space="0" w:color="1FB1E6" w:themeColor="accent1"/>
        </w:tcBorders>
        <w:shd w:val="clear" w:color="auto" w:fill="8FD8F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cPr>
      <w:shd w:val="clear" w:color="auto" w:fill="E4F0C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3D3" w:themeFill="accent2" w:themeFillTint="33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tcBorders>
          <w:insideH w:val="single" w:sz="6" w:space="0" w:color="8FB931" w:themeColor="accent2"/>
          <w:insideV w:val="single" w:sz="6" w:space="0" w:color="8FB931" w:themeColor="accent2"/>
        </w:tcBorders>
        <w:shd w:val="clear" w:color="auto" w:fill="C9E29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cPr>
      <w:shd w:val="clear" w:color="auto" w:fill="FEE0B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6CB" w:themeFill="accent3" w:themeFillTint="33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tcBorders>
          <w:insideH w:val="single" w:sz="6" w:space="0" w:color="F78303" w:themeColor="accent3"/>
          <w:insideV w:val="single" w:sz="6" w:space="0" w:color="F78303" w:themeColor="accent3"/>
        </w:tcBorders>
        <w:shd w:val="clear" w:color="auto" w:fill="FDC07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cPr>
      <w:shd w:val="clear" w:color="auto" w:fill="FBD8E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E7" w:themeFill="accent4" w:themeFillTint="33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tcBorders>
          <w:insideH w:val="single" w:sz="6" w:space="0" w:color="F0628B" w:themeColor="accent4"/>
          <w:insideV w:val="single" w:sz="6" w:space="0" w:color="F0628B" w:themeColor="accent4"/>
        </w:tcBorders>
        <w:shd w:val="clear" w:color="auto" w:fill="F7B0C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cPr>
      <w:shd w:val="clear" w:color="auto" w:fill="E7D3E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BED" w:themeFill="accent5" w:themeFillTint="33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tcBorders>
          <w:insideH w:val="single" w:sz="6" w:space="0" w:color="A053A5" w:themeColor="accent5"/>
          <w:insideV w:val="single" w:sz="6" w:space="0" w:color="A053A5" w:themeColor="accent5"/>
        </w:tcBorders>
        <w:shd w:val="clear" w:color="auto" w:fill="D0A8D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cPr>
      <w:shd w:val="clear" w:color="auto" w:fill="DFDFD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6" w:themeFillTint="33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tcBorders>
          <w:insideH w:val="single" w:sz="6" w:space="0" w:color="808080" w:themeColor="accent6"/>
          <w:insideV w:val="single" w:sz="6" w:space="0" w:color="808080" w:themeColor="accent6"/>
        </w:tcBorders>
        <w:shd w:val="clear" w:color="auto" w:fill="BFBFB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7EBF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FD8F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FD8F2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0C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E29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E292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0B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C07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C07E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E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B0C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B0C4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D3E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A8D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A8D3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FB1E6" w:themeColor="accen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shd w:val="clear" w:color="auto" w:fill="C7EBF8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B931" w:themeColor="accent2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shd w:val="clear" w:color="auto" w:fill="E4F0C8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8303" w:themeColor="accent3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shd w:val="clear" w:color="auto" w:fill="FEE0BF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628B" w:themeColor="accent4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shd w:val="clear" w:color="auto" w:fill="FBD8E2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053A5" w:themeColor="accent5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shd w:val="clear" w:color="auto" w:fill="E7D3E9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6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shd w:val="clear" w:color="auto" w:fill="DFDFDF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FB1E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FB1E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FB1E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BF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B9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B9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0C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83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83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0B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628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628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E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053A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053A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D3E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EB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0C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0B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E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3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068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068E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5068ED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068ED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068ED"/>
    <w:pPr>
      <w:spacing w:after="0" w:line="240" w:lineRule="auto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068ED"/>
  </w:style>
  <w:style w:type="character" w:styleId="Nmerodepgina">
    <w:name w:val="page number"/>
    <w:basedOn w:val="Fuentedeprrafopredeter"/>
    <w:uiPriority w:val="99"/>
    <w:semiHidden/>
    <w:unhideWhenUsed/>
    <w:rsid w:val="005068ED"/>
  </w:style>
  <w:style w:type="table" w:styleId="Tablanormal1">
    <w:name w:val="Plain Table 1"/>
    <w:basedOn w:val="Tablanormal"/>
    <w:uiPriority w:val="41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068ED"/>
    <w:rPr>
      <w:rFonts w:ascii="Consolas" w:hAnsi="Consolas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rsid w:val="000C63F5"/>
    <w:pPr>
      <w:spacing w:before="200" w:after="160"/>
      <w:ind w:left="0" w:right="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0C63F5"/>
    <w:rPr>
      <w:i/>
      <w:iCs/>
      <w:color w:val="404040" w:themeColor="text1" w:themeTint="BF"/>
    </w:rPr>
  </w:style>
  <w:style w:type="paragraph" w:styleId="Saludo">
    <w:name w:val="Salutation"/>
    <w:basedOn w:val="Normal"/>
    <w:next w:val="Normal"/>
    <w:link w:val="SaludoCar"/>
    <w:uiPriority w:val="5"/>
    <w:qFormat/>
    <w:rsid w:val="005068ED"/>
  </w:style>
  <w:style w:type="character" w:customStyle="1" w:styleId="SaludoCar">
    <w:name w:val="Saludo Car"/>
    <w:basedOn w:val="Fuentedeprrafopredeter"/>
    <w:link w:val="Saludo"/>
    <w:uiPriority w:val="5"/>
    <w:rsid w:val="00801685"/>
  </w:style>
  <w:style w:type="paragraph" w:styleId="Firma">
    <w:name w:val="Signature"/>
    <w:basedOn w:val="Normal"/>
    <w:next w:val="Normal"/>
    <w:link w:val="FirmaCar"/>
    <w:uiPriority w:val="7"/>
    <w:qFormat/>
    <w:rsid w:val="001A62AA"/>
    <w:pPr>
      <w:contextualSpacing/>
    </w:pPr>
  </w:style>
  <w:style w:type="character" w:customStyle="1" w:styleId="FirmaCar">
    <w:name w:val="Firma Car"/>
    <w:basedOn w:val="Fuentedeprrafopredeter"/>
    <w:link w:val="Firma"/>
    <w:uiPriority w:val="7"/>
    <w:rsid w:val="001A62AA"/>
  </w:style>
  <w:style w:type="paragraph" w:styleId="Subttulo">
    <w:name w:val="Subtitle"/>
    <w:basedOn w:val="Normal"/>
    <w:link w:val="SubttuloCar"/>
    <w:uiPriority w:val="19"/>
    <w:semiHidden/>
    <w:unhideWhenUsed/>
    <w:qFormat/>
    <w:rsid w:val="005C2394"/>
    <w:pPr>
      <w:numPr>
        <w:ilvl w:val="1"/>
      </w:numPr>
      <w:spacing w:after="160"/>
      <w:ind w:left="792"/>
      <w:contextualSpacing/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9"/>
    <w:semiHidden/>
    <w:rsid w:val="005C2394"/>
    <w:rPr>
      <w:rFonts w:eastAsiaTheme="minorEastAsia"/>
      <w:color w:val="5A5A5A" w:themeColor="text1" w:themeTint="A5"/>
      <w:spacing w:val="15"/>
    </w:rPr>
  </w:style>
  <w:style w:type="character" w:styleId="nfasissutil">
    <w:name w:val="Subtle Emphasis"/>
    <w:basedOn w:val="Fuentedeprrafopredeter"/>
    <w:uiPriority w:val="19"/>
    <w:semiHidden/>
    <w:unhideWhenUsed/>
    <w:qFormat/>
    <w:rsid w:val="005068ED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semiHidden/>
    <w:unhideWhenUsed/>
    <w:qFormat/>
    <w:rsid w:val="005068ED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5068ED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5068ED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5068ED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5068E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5068E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5068ED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5068ED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5068ED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5068ED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5068E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5068ED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uiPriority w:val="39"/>
    <w:rsid w:val="0050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5068ED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5068ED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5068ED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5068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5068E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5068E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5068ED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5068E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5068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5068ED"/>
    <w:pPr>
      <w:spacing w:after="0"/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5068ED"/>
    <w:pPr>
      <w:spacing w:after="0"/>
      <w:ind w:left="0"/>
    </w:pPr>
  </w:style>
  <w:style w:type="table" w:styleId="Tablaprofesional">
    <w:name w:val="Table Professional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5068E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5068E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5068E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50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5068E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5068ED"/>
    <w:pPr>
      <w:spacing w:after="100"/>
      <w:ind w:left="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5068ED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5068ED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5068ED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5068ED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5068ED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5068ED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5068ED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5068ED"/>
    <w:pPr>
      <w:spacing w:after="100"/>
      <w:ind w:left="176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0456BE"/>
    <w:pPr>
      <w:outlineLvl w:val="9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belk\AppData\Roaming\Microsoft\Templates\Carta%20de%20referencia%20de%20profes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BD979263042437580A665A6DE4F1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B28EF-0E53-4D67-8C4D-77BC560D82C7}"/>
      </w:docPartPr>
      <w:docPartBody>
        <w:p w:rsidR="00632B51" w:rsidRDefault="00E7780E" w:rsidP="00E7780E">
          <w:pPr>
            <w:pStyle w:val="3BD979263042437580A665A6DE4F12DF1"/>
          </w:pPr>
          <w:r w:rsidRPr="001A62AA">
            <w:rPr>
              <w:lang w:bidi="es-ES"/>
            </w:rPr>
            <w:t>Su nombre</w:t>
          </w:r>
        </w:p>
      </w:docPartBody>
    </w:docPart>
    <w:docPart>
      <w:docPartPr>
        <w:name w:val="1BEC6A90C46C49BFB85E10A694F906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B8642-1224-48CD-AC0A-8806608C081D}"/>
      </w:docPartPr>
      <w:docPartBody>
        <w:p w:rsidR="00632B51" w:rsidRDefault="00E7780E" w:rsidP="00E7780E">
          <w:pPr>
            <w:pStyle w:val="1BEC6A90C46C49BFB85E10A694F906421"/>
          </w:pPr>
          <w:r w:rsidRPr="00F262F2">
            <w:rPr>
              <w:rStyle w:val="Textoennegrita"/>
              <w:lang w:bidi="es-ES"/>
            </w:rPr>
            <w:t>|</w:t>
          </w:r>
        </w:p>
      </w:docPartBody>
    </w:docPart>
    <w:docPart>
      <w:docPartPr>
        <w:name w:val="49BE3D1609C5465E9EE238E6D2F50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242C2-D3CD-4D57-9564-9C34353438FA}"/>
      </w:docPartPr>
      <w:docPartBody>
        <w:p w:rsidR="00632B51" w:rsidRDefault="00E7780E" w:rsidP="00E7780E">
          <w:pPr>
            <w:pStyle w:val="49BE3D1609C5465E9EE238E6D2F504031"/>
          </w:pPr>
          <w:r>
            <w:rPr>
              <w:lang w:bidi="es-ES"/>
            </w:rPr>
            <w:t>Correo electrónico</w:t>
          </w:r>
        </w:p>
      </w:docPartBody>
    </w:docPart>
    <w:docPart>
      <w:docPartPr>
        <w:name w:val="7D36533D645449519B8C3D90BFD3CA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91797-5C60-4B54-A45D-21B43A95F9E5}"/>
      </w:docPartPr>
      <w:docPartBody>
        <w:p w:rsidR="00632B51" w:rsidRDefault="00E7780E" w:rsidP="00E7780E">
          <w:pPr>
            <w:pStyle w:val="7D36533D645449519B8C3D90BFD3CA5C1"/>
          </w:pPr>
          <w:r>
            <w:rPr>
              <w:lang w:bidi="es-ES"/>
            </w:rPr>
            <w:t>Oficina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E3D94-DE88-4FC8-B042-4E32B0A0959F}"/>
      </w:docPartPr>
      <w:docPartBody>
        <w:p w:rsidR="00632B51" w:rsidRDefault="00E7780E">
          <w:r w:rsidRPr="008B3BC8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7285F-9A4E-4292-BD0F-C70F1121744C}"/>
      </w:docPartPr>
      <w:docPartBody>
        <w:p w:rsidR="00632B51" w:rsidRDefault="00E7780E">
          <w:r w:rsidRPr="008B3BC8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A52E9138DE9A4FCE8881A26DB26BA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3F3D-F870-4A73-B7D5-C00C2AA43EB3}"/>
      </w:docPartPr>
      <w:docPartBody>
        <w:p w:rsidR="00632B51" w:rsidRDefault="00E7780E" w:rsidP="00E7780E">
          <w:pPr>
            <w:pStyle w:val="A52E9138DE9A4FCE8881A26DB26BA1F3"/>
          </w:pPr>
          <w:r>
            <w:rPr>
              <w:rFonts w:asciiTheme="majorHAnsi" w:eastAsiaTheme="majorEastAsia" w:hAnsiTheme="majorHAnsi" w:cstheme="majorBidi"/>
              <w:color w:val="0F4761" w:themeColor="accent1" w:themeShade="BF"/>
              <w:sz w:val="32"/>
              <w:szCs w:val="32"/>
              <w:lang w:val="es-ES"/>
            </w:rPr>
            <w:t>[Título del documento]</w:t>
          </w:r>
        </w:p>
      </w:docPartBody>
    </w:docPart>
    <w:docPart>
      <w:docPartPr>
        <w:name w:val="D12B138A9E7144228F03180CC6B0F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B6B9A-D559-4F6D-9D13-EA8289208CA7}"/>
      </w:docPartPr>
      <w:docPartBody>
        <w:p w:rsidR="0009515D" w:rsidRDefault="00632B51" w:rsidP="00632B51">
          <w:pPr>
            <w:pStyle w:val="D12B138A9E7144228F03180CC6B0F0A2"/>
          </w:pPr>
          <w:r w:rsidRPr="008B3BC8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4AE2005BD0F3422FBFD97CD68AD09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E2EA9-CE4F-4EB3-8665-C17B49C67363}"/>
      </w:docPartPr>
      <w:docPartBody>
        <w:p w:rsidR="0009515D" w:rsidRDefault="00632B51" w:rsidP="00632B51">
          <w:pPr>
            <w:pStyle w:val="4AE2005BD0F3422FBFD97CD68AD099F1"/>
          </w:pPr>
          <w:r w:rsidRPr="008B3BC8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3CC4AC7D15AC42AB80055E98F68EB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7B0E0-FBCB-4B06-BA73-EBF38F00F46F}"/>
      </w:docPartPr>
      <w:docPartBody>
        <w:p w:rsidR="0009515D" w:rsidRDefault="00632B51" w:rsidP="00632B51">
          <w:pPr>
            <w:pStyle w:val="3CC4AC7D15AC42AB80055E98F68EBA5A"/>
          </w:pPr>
          <w:r w:rsidRPr="008B3BC8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67C47B3A0FD4630823A969D4D57E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0A7B9-EC8B-44BE-93EC-5FCE0759B656}"/>
      </w:docPartPr>
      <w:docPartBody>
        <w:p w:rsidR="0009515D" w:rsidRDefault="00632B51" w:rsidP="00632B51">
          <w:pPr>
            <w:pStyle w:val="267C47B3A0FD4630823A969D4D57E2F1"/>
          </w:pPr>
          <w:r w:rsidRPr="008B3BC8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F1F2348B5994F5799478AEB45E2C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603B7-E13C-4A1E-83AB-3E76C663C32B}"/>
      </w:docPartPr>
      <w:docPartBody>
        <w:p w:rsidR="0009515D" w:rsidRDefault="00632B51" w:rsidP="00632B51">
          <w:pPr>
            <w:pStyle w:val="1F1F2348B5994F5799478AEB45E2C4A1"/>
          </w:pPr>
          <w:r w:rsidRPr="008B3BC8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279BA0CC1624BB0AE22F0B1EE8EB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8CDD6-50E4-4AB7-9B9D-C170CEFCAAA2}"/>
      </w:docPartPr>
      <w:docPartBody>
        <w:p w:rsidR="0009515D" w:rsidRDefault="00632B51" w:rsidP="00632B51">
          <w:pPr>
            <w:pStyle w:val="F279BA0CC1624BB0AE22F0B1EE8EBD5B"/>
          </w:pPr>
          <w:r w:rsidRPr="008B3BC8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B6803E1B5A5645898DD465703B179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44EE7-CD82-4465-8866-A2F2132667D1}"/>
      </w:docPartPr>
      <w:docPartBody>
        <w:p w:rsidR="0009515D" w:rsidRDefault="00632B51" w:rsidP="00632B51">
          <w:pPr>
            <w:pStyle w:val="B6803E1B5A5645898DD465703B1793D0"/>
          </w:pPr>
          <w:r w:rsidRPr="008B3BC8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B830234FA154E579FC1C6412E6FB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5C3A2-1115-4A64-90D2-88F3B148F9F7}"/>
      </w:docPartPr>
      <w:docPartBody>
        <w:p w:rsidR="0009515D" w:rsidRDefault="00632B51" w:rsidP="00632B51">
          <w:pPr>
            <w:pStyle w:val="EB830234FA154E579FC1C6412E6FB6BC"/>
          </w:pPr>
          <w:r w:rsidRPr="008B3BC8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0D4C00F6B694ABCB9B6EBCE6C2D5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405F0-6967-4C7F-8E9A-1773F86D4A15}"/>
      </w:docPartPr>
      <w:docPartBody>
        <w:p w:rsidR="0009515D" w:rsidRDefault="00632B51" w:rsidP="00632B51">
          <w:pPr>
            <w:pStyle w:val="A0D4C00F6B694ABCB9B6EBCE6C2D5EA3"/>
          </w:pPr>
          <w:r w:rsidRPr="008B3BC8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D66477B8755945ABAF8840F073B05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0A99C-D5AC-4930-8483-0715DA5FAA40}"/>
      </w:docPartPr>
      <w:docPartBody>
        <w:p w:rsidR="0009515D" w:rsidRDefault="00632B51" w:rsidP="00632B51">
          <w:pPr>
            <w:pStyle w:val="D66477B8755945ABAF8840F073B05F8D"/>
          </w:pPr>
          <w:r w:rsidRPr="008B3BC8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4A848D6F7828455E8F47CA834915F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E4C19-A97F-4BE5-84C5-C0723BAADE4C}"/>
      </w:docPartPr>
      <w:docPartBody>
        <w:p w:rsidR="002602CB" w:rsidRDefault="00F67A54" w:rsidP="00F67A54">
          <w:pPr>
            <w:pStyle w:val="4A848D6F7828455E8F47CA834915FD7C"/>
          </w:pPr>
          <w:r w:rsidRPr="008B3BC8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7A11DB8102094719A5E8DCC515943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15A14-CFB5-4BE5-9643-E0A94B813186}"/>
      </w:docPartPr>
      <w:docPartBody>
        <w:p w:rsidR="002602CB" w:rsidRDefault="00F67A54" w:rsidP="00F67A54">
          <w:pPr>
            <w:pStyle w:val="7A11DB8102094719A5E8DCC515943F30"/>
          </w:pPr>
          <w:r w:rsidRPr="008B3BC8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AC5382EF4794A2CA82C27E47A9E1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57660-33FA-431C-A977-BB46FEE0BE78}"/>
      </w:docPartPr>
      <w:docPartBody>
        <w:p w:rsidR="002602CB" w:rsidRDefault="00F67A54" w:rsidP="00F67A54">
          <w:pPr>
            <w:pStyle w:val="8AC5382EF4794A2CA82C27E47A9E16EB"/>
          </w:pPr>
          <w:r w:rsidRPr="008B3BC8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8789DF807E44A18B3C4B19A96677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17F40-F6AF-4777-9836-8F71AC829581}"/>
      </w:docPartPr>
      <w:docPartBody>
        <w:p w:rsidR="002602CB" w:rsidRDefault="00F67A54" w:rsidP="00F67A54">
          <w:pPr>
            <w:pStyle w:val="28789DF807E44A18B3C4B19A9667725A"/>
          </w:pPr>
          <w:r w:rsidRPr="008B3BC8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EE45A195AAA4AE69623D698B9315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95F57-E694-4494-8592-0AAD1FF251BE}"/>
      </w:docPartPr>
      <w:docPartBody>
        <w:p w:rsidR="002602CB" w:rsidRDefault="00F67A54" w:rsidP="00F67A54">
          <w:pPr>
            <w:pStyle w:val="8EE45A195AAA4AE69623D698B9315082"/>
          </w:pPr>
          <w:r w:rsidRPr="008B3BC8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Infant MT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80E"/>
    <w:rsid w:val="0009515D"/>
    <w:rsid w:val="002602CB"/>
    <w:rsid w:val="0040109A"/>
    <w:rsid w:val="004511E2"/>
    <w:rsid w:val="00560633"/>
    <w:rsid w:val="00632B51"/>
    <w:rsid w:val="00B8481E"/>
    <w:rsid w:val="00E7780E"/>
    <w:rsid w:val="00EC0659"/>
    <w:rsid w:val="00F6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12B138A9E7144228F03180CC6B0F0A2">
    <w:name w:val="D12B138A9E7144228F03180CC6B0F0A2"/>
    <w:rsid w:val="00632B51"/>
    <w:rPr>
      <w:lang w:val="en-US" w:eastAsia="en-US"/>
    </w:rPr>
  </w:style>
  <w:style w:type="paragraph" w:customStyle="1" w:styleId="4AE2005BD0F3422FBFD97CD68AD099F1">
    <w:name w:val="4AE2005BD0F3422FBFD97CD68AD099F1"/>
    <w:rsid w:val="00632B51"/>
    <w:rPr>
      <w:lang w:val="en-US" w:eastAsia="en-US"/>
    </w:rPr>
  </w:style>
  <w:style w:type="character" w:styleId="Textoennegrita">
    <w:name w:val="Strong"/>
    <w:basedOn w:val="Fuentedeprrafopredeter"/>
    <w:uiPriority w:val="3"/>
    <w:qFormat/>
    <w:rsid w:val="00E7780E"/>
    <w:rPr>
      <w:b w:val="0"/>
      <w:bCs w:val="0"/>
      <w:color w:val="0A2F41" w:themeColor="accent1" w:themeShade="80"/>
    </w:rPr>
  </w:style>
  <w:style w:type="paragraph" w:customStyle="1" w:styleId="3CC4AC7D15AC42AB80055E98F68EBA5A">
    <w:name w:val="3CC4AC7D15AC42AB80055E98F68EBA5A"/>
    <w:rsid w:val="00632B51"/>
    <w:rPr>
      <w:lang w:val="en-US" w:eastAsia="en-US"/>
    </w:rPr>
  </w:style>
  <w:style w:type="paragraph" w:customStyle="1" w:styleId="267C47B3A0FD4630823A969D4D57E2F1">
    <w:name w:val="267C47B3A0FD4630823A969D4D57E2F1"/>
    <w:rsid w:val="00632B51"/>
    <w:rPr>
      <w:lang w:val="en-US" w:eastAsia="en-US"/>
    </w:rPr>
  </w:style>
  <w:style w:type="paragraph" w:customStyle="1" w:styleId="1F1F2348B5994F5799478AEB45E2C4A1">
    <w:name w:val="1F1F2348B5994F5799478AEB45E2C4A1"/>
    <w:rsid w:val="00632B51"/>
    <w:rPr>
      <w:lang w:val="en-US" w:eastAsia="en-US"/>
    </w:rPr>
  </w:style>
  <w:style w:type="paragraph" w:styleId="Saludo">
    <w:name w:val="Salutation"/>
    <w:basedOn w:val="Normal"/>
    <w:next w:val="Normal"/>
    <w:link w:val="SaludoCar"/>
    <w:uiPriority w:val="5"/>
    <w:qFormat/>
    <w:pPr>
      <w:spacing w:after="200" w:line="288" w:lineRule="auto"/>
      <w:ind w:left="792" w:right="792"/>
    </w:pPr>
    <w:rPr>
      <w:rFonts w:eastAsiaTheme="minorHAnsi"/>
      <w:color w:val="0D0D0D" w:themeColor="text1" w:themeTint="F2"/>
      <w:kern w:val="2"/>
      <w:lang w:val="es-ES" w:eastAsia="en-US"/>
      <w14:ligatures w14:val="standard"/>
    </w:rPr>
  </w:style>
  <w:style w:type="character" w:customStyle="1" w:styleId="SaludoCar">
    <w:name w:val="Saludo Car"/>
    <w:basedOn w:val="Fuentedeprrafopredeter"/>
    <w:link w:val="Saludo"/>
    <w:uiPriority w:val="5"/>
    <w:rPr>
      <w:rFonts w:eastAsiaTheme="minorHAnsi"/>
      <w:color w:val="0D0D0D" w:themeColor="text1" w:themeTint="F2"/>
      <w:kern w:val="2"/>
      <w:lang w:val="es-ES" w:eastAsia="en-US"/>
      <w14:ligatures w14:val="standard"/>
    </w:rPr>
  </w:style>
  <w:style w:type="paragraph" w:customStyle="1" w:styleId="F279BA0CC1624BB0AE22F0B1EE8EBD5B">
    <w:name w:val="F279BA0CC1624BB0AE22F0B1EE8EBD5B"/>
    <w:rsid w:val="00632B51"/>
    <w:rPr>
      <w:lang w:val="en-US" w:eastAsia="en-US"/>
    </w:rPr>
  </w:style>
  <w:style w:type="paragraph" w:customStyle="1" w:styleId="B6803E1B5A5645898DD465703B1793D0">
    <w:name w:val="B6803E1B5A5645898DD465703B1793D0"/>
    <w:rsid w:val="00632B51"/>
    <w:rPr>
      <w:lang w:val="en-US" w:eastAsia="en-US"/>
    </w:rPr>
  </w:style>
  <w:style w:type="paragraph" w:customStyle="1" w:styleId="4A848D6F7828455E8F47CA834915FD7C">
    <w:name w:val="4A848D6F7828455E8F47CA834915FD7C"/>
    <w:rsid w:val="00F67A54"/>
    <w:rPr>
      <w:lang w:val="es-CO" w:eastAsia="es-CO"/>
    </w:rPr>
  </w:style>
  <w:style w:type="paragraph" w:customStyle="1" w:styleId="EB830234FA154E579FC1C6412E6FB6BC">
    <w:name w:val="EB830234FA154E579FC1C6412E6FB6BC"/>
    <w:rsid w:val="00632B51"/>
    <w:rPr>
      <w:lang w:val="en-US" w:eastAsia="en-US"/>
    </w:rPr>
  </w:style>
  <w:style w:type="paragraph" w:customStyle="1" w:styleId="A0D4C00F6B694ABCB9B6EBCE6C2D5EA3">
    <w:name w:val="A0D4C00F6B694ABCB9B6EBCE6C2D5EA3"/>
    <w:rsid w:val="00632B51"/>
    <w:rPr>
      <w:lang w:val="en-US" w:eastAsia="en-US"/>
    </w:rPr>
  </w:style>
  <w:style w:type="paragraph" w:customStyle="1" w:styleId="D66477B8755945ABAF8840F073B05F8D">
    <w:name w:val="D66477B8755945ABAF8840F073B05F8D"/>
    <w:rsid w:val="00632B51"/>
    <w:rPr>
      <w:lang w:val="en-US" w:eastAsia="en-US"/>
    </w:rPr>
  </w:style>
  <w:style w:type="character" w:styleId="Textodelmarcadordeposicin">
    <w:name w:val="Placeholder Text"/>
    <w:basedOn w:val="Fuentedeprrafopredeter"/>
    <w:uiPriority w:val="99"/>
    <w:semiHidden/>
    <w:rsid w:val="00F67A54"/>
    <w:rPr>
      <w:color w:val="808080"/>
    </w:rPr>
  </w:style>
  <w:style w:type="paragraph" w:customStyle="1" w:styleId="3BD979263042437580A665A6DE4F12DF1">
    <w:name w:val="3BD979263042437580A665A6DE4F12DF1"/>
    <w:rsid w:val="00E7780E"/>
    <w:pPr>
      <w:spacing w:before="40" w:after="1400" w:line="240" w:lineRule="auto"/>
      <w:contextualSpacing/>
    </w:pPr>
    <w:rPr>
      <w:rFonts w:eastAsiaTheme="minorHAnsi"/>
      <w:color w:val="595959" w:themeColor="text1" w:themeTint="A6"/>
      <w:kern w:val="2"/>
      <w:lang w:val="es-ES" w:eastAsia="en-US"/>
      <w14:ligatures w14:val="standard"/>
    </w:rPr>
  </w:style>
  <w:style w:type="paragraph" w:customStyle="1" w:styleId="1BEC6A90C46C49BFB85E10A694F906421">
    <w:name w:val="1BEC6A90C46C49BFB85E10A694F906421"/>
    <w:rsid w:val="00E7780E"/>
    <w:pPr>
      <w:spacing w:before="40" w:after="1400" w:line="240" w:lineRule="auto"/>
      <w:contextualSpacing/>
    </w:pPr>
    <w:rPr>
      <w:rFonts w:eastAsiaTheme="minorHAnsi"/>
      <w:color w:val="595959" w:themeColor="text1" w:themeTint="A6"/>
      <w:kern w:val="2"/>
      <w:lang w:val="es-ES" w:eastAsia="en-US"/>
      <w14:ligatures w14:val="standard"/>
    </w:rPr>
  </w:style>
  <w:style w:type="paragraph" w:customStyle="1" w:styleId="49BE3D1609C5465E9EE238E6D2F504031">
    <w:name w:val="49BE3D1609C5465E9EE238E6D2F504031"/>
    <w:rsid w:val="00E7780E"/>
    <w:pPr>
      <w:spacing w:before="40" w:after="1400" w:line="240" w:lineRule="auto"/>
      <w:contextualSpacing/>
    </w:pPr>
    <w:rPr>
      <w:rFonts w:eastAsiaTheme="minorHAnsi"/>
      <w:color w:val="595959" w:themeColor="text1" w:themeTint="A6"/>
      <w:kern w:val="2"/>
      <w:lang w:val="es-ES" w:eastAsia="en-US"/>
      <w14:ligatures w14:val="standard"/>
    </w:rPr>
  </w:style>
  <w:style w:type="paragraph" w:customStyle="1" w:styleId="7D36533D645449519B8C3D90BFD3CA5C1">
    <w:name w:val="7D36533D645449519B8C3D90BFD3CA5C1"/>
    <w:rsid w:val="00E7780E"/>
    <w:pPr>
      <w:pBdr>
        <w:between w:val="single" w:sz="8" w:space="5" w:color="0A2F41" w:themeColor="accent1" w:themeShade="80"/>
      </w:pBdr>
      <w:spacing w:after="0" w:line="240" w:lineRule="auto"/>
    </w:pPr>
    <w:rPr>
      <w:rFonts w:eastAsiaTheme="minorHAnsi"/>
      <w:color w:val="595959" w:themeColor="text1" w:themeTint="A6"/>
      <w:kern w:val="2"/>
      <w:lang w:val="es-ES" w:eastAsia="en-US"/>
      <w14:ligatures w14:val="standard"/>
    </w:rPr>
  </w:style>
  <w:style w:type="paragraph" w:customStyle="1" w:styleId="A52E9138DE9A4FCE8881A26DB26BA1F3">
    <w:name w:val="A52E9138DE9A4FCE8881A26DB26BA1F3"/>
    <w:rsid w:val="00E7780E"/>
  </w:style>
  <w:style w:type="paragraph" w:customStyle="1" w:styleId="7A11DB8102094719A5E8DCC515943F30">
    <w:name w:val="7A11DB8102094719A5E8DCC515943F30"/>
    <w:rsid w:val="00F67A54"/>
    <w:rPr>
      <w:lang w:val="es-CO" w:eastAsia="es-CO"/>
    </w:rPr>
  </w:style>
  <w:style w:type="paragraph" w:customStyle="1" w:styleId="8AC5382EF4794A2CA82C27E47A9E16EB">
    <w:name w:val="8AC5382EF4794A2CA82C27E47A9E16EB"/>
    <w:rsid w:val="00F67A54"/>
    <w:rPr>
      <w:lang w:val="es-CO" w:eastAsia="es-CO"/>
    </w:rPr>
  </w:style>
  <w:style w:type="paragraph" w:customStyle="1" w:styleId="28789DF807E44A18B3C4B19A9667725A">
    <w:name w:val="28789DF807E44A18B3C4B19A9667725A"/>
    <w:rsid w:val="00F67A54"/>
    <w:rPr>
      <w:lang w:val="es-CO" w:eastAsia="es-CO"/>
    </w:rPr>
  </w:style>
  <w:style w:type="paragraph" w:customStyle="1" w:styleId="8EE45A195AAA4AE69623D698B9315082">
    <w:name w:val="8EE45A195AAA4AE69623D698B9315082"/>
    <w:rsid w:val="00F67A54"/>
    <w:rPr>
      <w:lang w:val="es-CO" w:eastAsia="es-CO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ducation Set">
      <a:dk1>
        <a:sysClr val="windowText" lastClr="000000"/>
      </a:dk1>
      <a:lt1>
        <a:sysClr val="window" lastClr="FFFFFF"/>
      </a:lt1>
      <a:dk2>
        <a:srgbClr val="4B4B4B"/>
      </a:dk2>
      <a:lt2>
        <a:srgbClr val="E6E6E6"/>
      </a:lt2>
      <a:accent1>
        <a:srgbClr val="1FB1E6"/>
      </a:accent1>
      <a:accent2>
        <a:srgbClr val="8FB931"/>
      </a:accent2>
      <a:accent3>
        <a:srgbClr val="F78303"/>
      </a:accent3>
      <a:accent4>
        <a:srgbClr val="F0628B"/>
      </a:accent4>
      <a:accent5>
        <a:srgbClr val="A053A5"/>
      </a:accent5>
      <a:accent6>
        <a:srgbClr val="808080"/>
      </a:accent6>
      <a:hlink>
        <a:srgbClr val="1FB1E6"/>
      </a:hlink>
      <a:folHlink>
        <a:srgbClr val="A053A5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F3EED9083B4F4295970AC2110D931B" ma:contentTypeVersion="13" ma:contentTypeDescription="Crear nuevo documento." ma:contentTypeScope="" ma:versionID="af29f13cdc14ef20869e155b383e0efe">
  <xsd:schema xmlns:xsd="http://www.w3.org/2001/XMLSchema" xmlns:xs="http://www.w3.org/2001/XMLSchema" xmlns:p="http://schemas.microsoft.com/office/2006/metadata/properties" xmlns:ns2="cf6def4e-acdb-4449-98db-a1232a1250fe" xmlns:ns3="2e639955-d694-459a-9dd4-85470ba10686" targetNamespace="http://schemas.microsoft.com/office/2006/metadata/properties" ma:root="true" ma:fieldsID="ddc2167b596db977ebb59c4dcc1bc737" ns2:_="" ns3:_="">
    <xsd:import namespace="cf6def4e-acdb-4449-98db-a1232a1250fe"/>
    <xsd:import namespace="2e639955-d694-459a-9dd4-85470ba106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6def4e-acdb-4449-98db-a1232a1250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39955-d694-459a-9dd4-85470ba106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193A6-495D-4694-9203-9B0B08AC71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EBA6C1-05BB-4FDE-9720-F4251628B0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341BEB-2398-42AD-9CC6-04265E105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6def4e-acdb-4449-98db-a1232a1250fe"/>
    <ds:schemaRef ds:uri="2e639955-d694-459a-9dd4-85470ba106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B1BB83-87F2-4E9E-871F-8F8873975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de referencia de profesor</Template>
  <TotalTime>43</TotalTime>
  <Pages>6</Pages>
  <Words>984</Words>
  <Characters>5416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Membrete o Nombre de la Empresa u Organización</vt:lpstr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Membrete o Nombre de la Empresa u Organización</dc:title>
  <dc:subject/>
  <dc:creator>José Ojeda Vásquez</dc:creator>
  <cp:lastModifiedBy>Machuca, Fatima</cp:lastModifiedBy>
  <cp:revision>7</cp:revision>
  <cp:lastPrinted>2022-03-07T21:33:00Z</cp:lastPrinted>
  <dcterms:created xsi:type="dcterms:W3CDTF">2024-06-07T23:28:00Z</dcterms:created>
  <dcterms:modified xsi:type="dcterms:W3CDTF">2024-11-18T19:16:00Z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0x010100EAF3EED9083B4F4295970AC2110D931B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MSIP_Label_75681a19-9993-44d0-b8fb-776fc9cac6e1_Enabled">
    <vt:lpwstr>true</vt:lpwstr>
  </property>
  <property fmtid="{D5CDD505-2E9C-101B-9397-08002B2CF9AE}" pid="9" name="MSIP_Label_75681a19-9993-44d0-b8fb-776fc9cac6e1_SetDate">
    <vt:lpwstr>2020-08-01T15:04:07Z</vt:lpwstr>
  </property>
  <property fmtid="{D5CDD505-2E9C-101B-9397-08002B2CF9AE}" pid="10" name="MSIP_Label_75681a19-9993-44d0-b8fb-776fc9cac6e1_Method">
    <vt:lpwstr>Standard</vt:lpwstr>
  </property>
  <property fmtid="{D5CDD505-2E9C-101B-9397-08002B2CF9AE}" pid="11" name="MSIP_Label_75681a19-9993-44d0-b8fb-776fc9cac6e1_Name">
    <vt:lpwstr>75681a19-9993-44d0-b8fb-776fc9cac6e1</vt:lpwstr>
  </property>
  <property fmtid="{D5CDD505-2E9C-101B-9397-08002B2CF9AE}" pid="12" name="MSIP_Label_75681a19-9993-44d0-b8fb-776fc9cac6e1_SiteId">
    <vt:lpwstr>37ef3d19-1651-4452-b761-dc2414bf0416</vt:lpwstr>
  </property>
  <property fmtid="{D5CDD505-2E9C-101B-9397-08002B2CF9AE}" pid="13" name="MSIP_Label_75681a19-9993-44d0-b8fb-776fc9cac6e1_ActionId">
    <vt:lpwstr>5ef743a7-65a7-4647-8a5e-d7aa4de70503</vt:lpwstr>
  </property>
  <property fmtid="{D5CDD505-2E9C-101B-9397-08002B2CF9AE}" pid="14" name="MSIP_Label_75681a19-9993-44d0-b8fb-776fc9cac6e1_ContentBits">
    <vt:lpwstr>0</vt:lpwstr>
  </property>
</Properties>
</file>